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19" w:rsidRPr="009B6C58" w:rsidRDefault="00522619" w:rsidP="00522619">
      <w:pPr>
        <w:jc w:val="center"/>
      </w:pPr>
      <w:bookmarkStart w:id="0" w:name="_GoBack"/>
      <w:bookmarkEnd w:id="0"/>
    </w:p>
    <w:p w:rsidR="00522619" w:rsidRDefault="00522619" w:rsidP="00522619">
      <w:pPr>
        <w:jc w:val="center"/>
        <w:rPr>
          <w:rFonts w:cs="Arial"/>
          <w:b/>
          <w:sz w:val="28"/>
          <w:szCs w:val="28"/>
        </w:rPr>
      </w:pPr>
    </w:p>
    <w:p w:rsidR="00522619" w:rsidRDefault="00522619" w:rsidP="00522619">
      <w:pPr>
        <w:jc w:val="center"/>
        <w:rPr>
          <w:rFonts w:cs="Arial"/>
          <w:b/>
          <w:sz w:val="28"/>
          <w:szCs w:val="28"/>
        </w:rPr>
      </w:pPr>
    </w:p>
    <w:p w:rsidR="00A815E4" w:rsidRPr="00312FB3" w:rsidRDefault="00A815E4" w:rsidP="00A815E4">
      <w:pPr>
        <w:jc w:val="center"/>
        <w:rPr>
          <w:rFonts w:cs="Arial"/>
          <w:b/>
          <w:sz w:val="28"/>
        </w:rPr>
      </w:pPr>
      <w:r w:rsidRPr="00312FB3">
        <w:rPr>
          <w:rFonts w:cs="Arial"/>
          <w:b/>
          <w:sz w:val="28"/>
        </w:rPr>
        <w:t>T</w:t>
      </w:r>
      <w:r w:rsidR="002127E2">
        <w:rPr>
          <w:rFonts w:cs="Arial"/>
          <w:b/>
          <w:sz w:val="28"/>
        </w:rPr>
        <w:t>ecnológico Nacional de México</w:t>
      </w: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Default="00A815E4" w:rsidP="00A815E4">
      <w:pPr>
        <w:spacing w:line="240" w:lineRule="auto"/>
        <w:jc w:val="center"/>
        <w:rPr>
          <w:rFonts w:cs="Arial"/>
          <w:b/>
          <w:sz w:val="24"/>
        </w:rPr>
      </w:pPr>
      <w:r w:rsidRPr="00312FB3">
        <w:rPr>
          <w:rFonts w:cs="Arial"/>
          <w:b/>
          <w:sz w:val="24"/>
        </w:rPr>
        <w:t>Centro Interdisciplinario de Investigación y</w:t>
      </w:r>
      <w:r>
        <w:rPr>
          <w:rFonts w:cs="Arial"/>
          <w:b/>
          <w:sz w:val="24"/>
        </w:rPr>
        <w:t xml:space="preserve"> </w:t>
      </w:r>
      <w:r w:rsidRPr="00312FB3">
        <w:rPr>
          <w:rFonts w:cs="Arial"/>
          <w:b/>
          <w:sz w:val="24"/>
        </w:rPr>
        <w:t xml:space="preserve">Docencia </w:t>
      </w:r>
    </w:p>
    <w:p w:rsidR="00A815E4" w:rsidRDefault="00A815E4" w:rsidP="00A815E4">
      <w:pPr>
        <w:spacing w:line="240" w:lineRule="auto"/>
        <w:jc w:val="center"/>
        <w:rPr>
          <w:rFonts w:cs="Arial"/>
          <w:b/>
          <w:sz w:val="28"/>
        </w:rPr>
      </w:pPr>
      <w:r w:rsidRPr="00312FB3">
        <w:rPr>
          <w:rFonts w:cs="Arial"/>
          <w:b/>
          <w:sz w:val="24"/>
        </w:rPr>
        <w:t>en Educación Técnica</w:t>
      </w:r>
    </w:p>
    <w:p w:rsidR="00A815E4" w:rsidRDefault="00A815E4" w:rsidP="00A815E4">
      <w:pPr>
        <w:jc w:val="center"/>
        <w:rPr>
          <w:rFonts w:cs="Arial"/>
          <w:b/>
          <w:sz w:val="28"/>
        </w:rPr>
      </w:pPr>
    </w:p>
    <w:p w:rsidR="00A815E4" w:rsidRDefault="00A815E4" w:rsidP="00A815E4">
      <w:pPr>
        <w:jc w:val="center"/>
        <w:rPr>
          <w:rFonts w:cs="Arial"/>
          <w:b/>
          <w:sz w:val="28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Título del proyecto</w:t>
      </w: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Pr="005B3725" w:rsidRDefault="00A815E4" w:rsidP="00A815E4">
      <w:pPr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Tesis / </w:t>
      </w:r>
      <w:r w:rsidRPr="005B3725">
        <w:rPr>
          <w:rFonts w:cs="Arial"/>
          <w:sz w:val="24"/>
        </w:rPr>
        <w:t>Tesina para obtener el grado de:</w:t>
      </w:r>
    </w:p>
    <w:p w:rsidR="00A815E4" w:rsidRDefault="00A815E4" w:rsidP="00A815E4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Maestro(a) / Especialista en …</w:t>
      </w: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Pr="005B3725" w:rsidRDefault="00A815E4" w:rsidP="00A815E4">
      <w:pPr>
        <w:jc w:val="center"/>
        <w:rPr>
          <w:rFonts w:cs="Arial"/>
          <w:sz w:val="24"/>
        </w:rPr>
      </w:pPr>
      <w:r w:rsidRPr="005B3725">
        <w:rPr>
          <w:rFonts w:cs="Arial"/>
          <w:sz w:val="24"/>
        </w:rPr>
        <w:t>Presenta</w:t>
      </w:r>
      <w:r>
        <w:rPr>
          <w:rFonts w:cs="Arial"/>
          <w:sz w:val="24"/>
        </w:rPr>
        <w:t>:</w:t>
      </w:r>
    </w:p>
    <w:p w:rsidR="00A815E4" w:rsidRPr="00957F59" w:rsidRDefault="00A815E4" w:rsidP="00A815E4">
      <w:pPr>
        <w:jc w:val="center"/>
        <w:rPr>
          <w:rFonts w:cs="Arial"/>
          <w:b/>
          <w:sz w:val="24"/>
        </w:rPr>
      </w:pPr>
      <w:r w:rsidRPr="00957F59">
        <w:rPr>
          <w:rFonts w:cs="Arial"/>
          <w:b/>
          <w:sz w:val="24"/>
        </w:rPr>
        <w:t>(Nombre(s) Apellido(s))</w:t>
      </w:r>
    </w:p>
    <w:p w:rsidR="00A815E4" w:rsidRDefault="00A815E4" w:rsidP="00A815E4">
      <w:pPr>
        <w:jc w:val="center"/>
        <w:rPr>
          <w:rFonts w:cs="Arial"/>
          <w:sz w:val="24"/>
        </w:rPr>
      </w:pPr>
    </w:p>
    <w:p w:rsidR="00A815E4" w:rsidRPr="001E16DA" w:rsidRDefault="00A815E4" w:rsidP="00A815E4">
      <w:pPr>
        <w:jc w:val="center"/>
        <w:rPr>
          <w:rFonts w:cs="Arial"/>
          <w:sz w:val="24"/>
        </w:rPr>
      </w:pPr>
    </w:p>
    <w:p w:rsidR="00A815E4" w:rsidRPr="005B3725" w:rsidRDefault="00A815E4" w:rsidP="00A815E4">
      <w:pPr>
        <w:jc w:val="center"/>
        <w:rPr>
          <w:rFonts w:cs="Arial"/>
          <w:sz w:val="24"/>
        </w:rPr>
      </w:pPr>
      <w:r w:rsidRPr="005B3725">
        <w:rPr>
          <w:rFonts w:cs="Arial"/>
          <w:sz w:val="24"/>
        </w:rPr>
        <w:t xml:space="preserve">Director de </w:t>
      </w:r>
      <w:r>
        <w:rPr>
          <w:rFonts w:cs="Arial"/>
          <w:sz w:val="24"/>
        </w:rPr>
        <w:t xml:space="preserve">tesis / </w:t>
      </w:r>
      <w:r w:rsidRPr="005B3725">
        <w:rPr>
          <w:rFonts w:cs="Arial"/>
          <w:sz w:val="24"/>
        </w:rPr>
        <w:t>tesina:</w:t>
      </w:r>
    </w:p>
    <w:p w:rsidR="00A815E4" w:rsidRPr="00957F59" w:rsidRDefault="00A815E4" w:rsidP="00A815E4">
      <w:pPr>
        <w:jc w:val="center"/>
        <w:rPr>
          <w:rFonts w:cs="Arial"/>
          <w:b/>
          <w:sz w:val="24"/>
        </w:rPr>
      </w:pPr>
      <w:r w:rsidRPr="00957F59">
        <w:rPr>
          <w:rFonts w:cs="Arial"/>
          <w:b/>
          <w:sz w:val="24"/>
        </w:rPr>
        <w:t>(Nombre(s) Apellido(s))</w:t>
      </w:r>
    </w:p>
    <w:p w:rsidR="00A815E4" w:rsidRDefault="00A815E4" w:rsidP="00F10412">
      <w:pPr>
        <w:rPr>
          <w:rFonts w:cs="Arial"/>
          <w:b/>
          <w:sz w:val="24"/>
        </w:rPr>
      </w:pPr>
    </w:p>
    <w:p w:rsidR="00F10412" w:rsidRDefault="00F10412" w:rsidP="00F10412">
      <w:pPr>
        <w:rPr>
          <w:rFonts w:cs="Arial"/>
          <w:b/>
          <w:sz w:val="24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Default="00A815E4" w:rsidP="00A815E4">
      <w:pPr>
        <w:jc w:val="center"/>
        <w:rPr>
          <w:rFonts w:cs="Arial"/>
          <w:b/>
          <w:sz w:val="24"/>
        </w:rPr>
      </w:pPr>
    </w:p>
    <w:p w:rsidR="00A815E4" w:rsidRPr="005B3725" w:rsidRDefault="00A815E4" w:rsidP="00A815E4">
      <w:pPr>
        <w:jc w:val="center"/>
        <w:rPr>
          <w:rFonts w:cs="Arial"/>
        </w:rPr>
      </w:pPr>
      <w:r w:rsidRPr="005B3725">
        <w:rPr>
          <w:rFonts w:cs="Arial"/>
        </w:rPr>
        <w:t>Querétaro, Qro., México</w:t>
      </w:r>
      <w:r>
        <w:rPr>
          <w:rFonts w:cs="Arial"/>
        </w:rPr>
        <w:t xml:space="preserve">, (mes,  </w:t>
      </w:r>
      <w:r w:rsidRPr="005B3725">
        <w:rPr>
          <w:rFonts w:cs="Arial"/>
        </w:rPr>
        <w:t>año</w:t>
      </w:r>
      <w:r>
        <w:rPr>
          <w:rFonts w:cs="Arial"/>
        </w:rPr>
        <w:t>)</w:t>
      </w:r>
    </w:p>
    <w:p w:rsidR="00342F5E" w:rsidRDefault="00337A3B" w:rsidP="008E12F5">
      <w:pPr>
        <w:pStyle w:val="TitGeneral"/>
      </w:pPr>
      <w:bookmarkStart w:id="1" w:name="_Toc38008684"/>
      <w:bookmarkStart w:id="2" w:name="_Toc38816084"/>
      <w:r w:rsidRPr="00337A3B">
        <w:lastRenderedPageBreak/>
        <w:t xml:space="preserve">Oficio de </w:t>
      </w:r>
      <w:r w:rsidR="005D6477">
        <w:t>A</w:t>
      </w:r>
      <w:r w:rsidRPr="00337A3B">
        <w:t xml:space="preserve">utorización de </w:t>
      </w:r>
      <w:r w:rsidR="005D6477">
        <w:t>P</w:t>
      </w:r>
      <w:r w:rsidRPr="00337A3B">
        <w:t>ublicación</w:t>
      </w:r>
      <w:bookmarkEnd w:id="1"/>
      <w:bookmarkEnd w:id="2"/>
    </w:p>
    <w:p w:rsidR="00B155E8" w:rsidRDefault="00B155E8" w:rsidP="00F011C9"/>
    <w:p w:rsidR="005D6477" w:rsidRPr="005D6477" w:rsidRDefault="005D6477" w:rsidP="00F011C9">
      <w:r w:rsidRPr="005D6477">
        <w:t xml:space="preserve">Nota: Documento </w:t>
      </w:r>
      <w:r w:rsidR="00B155E8">
        <w:t>emitido por CIIDET, se integra a hoja completa.</w:t>
      </w:r>
    </w:p>
    <w:p w:rsidR="00342F5E" w:rsidRDefault="00342F5E" w:rsidP="005E3030">
      <w:pPr>
        <w:rPr>
          <w:sz w:val="24"/>
        </w:rPr>
      </w:pPr>
    </w:p>
    <w:p w:rsidR="00342F5E" w:rsidRDefault="00342F5E" w:rsidP="005E3030">
      <w:pPr>
        <w:rPr>
          <w:sz w:val="24"/>
        </w:rPr>
      </w:pPr>
    </w:p>
    <w:p w:rsidR="00342F5E" w:rsidRDefault="00342F5E" w:rsidP="005E3030">
      <w:pPr>
        <w:rPr>
          <w:sz w:val="24"/>
        </w:rPr>
      </w:pPr>
    </w:p>
    <w:p w:rsidR="00617006" w:rsidRDefault="00617006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342F5E" w:rsidRPr="00C1739E" w:rsidRDefault="00EA5E88" w:rsidP="00C1739E">
      <w:pPr>
        <w:pStyle w:val="TitGeneral"/>
        <w:jc w:val="center"/>
        <w:rPr>
          <w:sz w:val="26"/>
          <w:szCs w:val="26"/>
        </w:rPr>
      </w:pPr>
      <w:bookmarkStart w:id="3" w:name="_Toc38008685"/>
      <w:bookmarkStart w:id="4" w:name="_Toc38816085"/>
      <w:r w:rsidRPr="00C1739E">
        <w:rPr>
          <w:sz w:val="26"/>
          <w:szCs w:val="26"/>
        </w:rPr>
        <w:lastRenderedPageBreak/>
        <w:t>Agradecimientos</w:t>
      </w:r>
      <w:bookmarkEnd w:id="3"/>
      <w:bookmarkEnd w:id="4"/>
    </w:p>
    <w:p w:rsidR="00DE2AE5" w:rsidRDefault="00DE2AE5" w:rsidP="005157A0">
      <w:pPr>
        <w:rPr>
          <w:rFonts w:eastAsia="Times New Roman" w:cs="Arial"/>
          <w:bCs/>
          <w:sz w:val="32"/>
          <w:szCs w:val="32"/>
        </w:rPr>
      </w:pPr>
    </w:p>
    <w:p w:rsidR="00342F5E" w:rsidRPr="00DE2AE5" w:rsidRDefault="00DE2AE5" w:rsidP="00F011C9">
      <w:r>
        <w:t xml:space="preserve">Nota: </w:t>
      </w:r>
      <w:r w:rsidR="00BB7F4F" w:rsidRPr="00DE2AE5">
        <w:t>Extensión</w:t>
      </w:r>
      <w:r>
        <w:t xml:space="preserve"> máxima de una cuartilla.</w:t>
      </w:r>
    </w:p>
    <w:p w:rsidR="00342F5E" w:rsidRDefault="00342F5E" w:rsidP="005E3030">
      <w:pPr>
        <w:rPr>
          <w:sz w:val="24"/>
        </w:rPr>
      </w:pPr>
    </w:p>
    <w:p w:rsidR="00342F5E" w:rsidRDefault="00342F5E" w:rsidP="005E3030">
      <w:pPr>
        <w:rPr>
          <w:sz w:val="24"/>
        </w:rPr>
      </w:pPr>
    </w:p>
    <w:p w:rsidR="00617006" w:rsidRDefault="00617006" w:rsidP="005E3030">
      <w:pPr>
        <w:rPr>
          <w:sz w:val="24"/>
        </w:rPr>
      </w:pPr>
    </w:p>
    <w:p w:rsidR="00617006" w:rsidRDefault="00617006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083C60" w:rsidRPr="00C1739E" w:rsidRDefault="00DC4CA6" w:rsidP="00C1739E">
      <w:pPr>
        <w:pStyle w:val="TitGeneral"/>
        <w:jc w:val="center"/>
        <w:rPr>
          <w:sz w:val="26"/>
          <w:szCs w:val="26"/>
        </w:rPr>
      </w:pPr>
      <w:bookmarkStart w:id="5" w:name="_Toc38008686"/>
      <w:bookmarkStart w:id="6" w:name="_Toc38816086"/>
      <w:r w:rsidRPr="00C1739E">
        <w:rPr>
          <w:sz w:val="26"/>
          <w:szCs w:val="26"/>
        </w:rPr>
        <w:lastRenderedPageBreak/>
        <w:t>Resumen</w:t>
      </w:r>
      <w:bookmarkEnd w:id="5"/>
      <w:bookmarkEnd w:id="6"/>
    </w:p>
    <w:p w:rsidR="002D2B90" w:rsidRDefault="002D2B90" w:rsidP="002D2B90"/>
    <w:p w:rsidR="00D673C1" w:rsidRPr="002D2B90" w:rsidRDefault="00D673C1" w:rsidP="002D2B90">
      <w:pPr>
        <w:rPr>
          <w:szCs w:val="22"/>
        </w:rPr>
      </w:pPr>
      <w:r w:rsidRPr="002D2B90">
        <w:rPr>
          <w:szCs w:val="22"/>
        </w:rPr>
        <w:t>Nota: Se escribe en un solo párrafo, sin sangría, con una extensión no mayor a 150 palabras.</w:t>
      </w:r>
    </w:p>
    <w:p w:rsidR="00D673C1" w:rsidRPr="002D2B90" w:rsidRDefault="00D673C1" w:rsidP="002D2B90"/>
    <w:p w:rsidR="00083C60" w:rsidRPr="002D2B90" w:rsidRDefault="009C5D57" w:rsidP="002D2B90">
      <w:pPr>
        <w:ind w:firstLine="720"/>
        <w:rPr>
          <w:szCs w:val="22"/>
        </w:rPr>
      </w:pPr>
      <w:r w:rsidRPr="002D2B90">
        <w:rPr>
          <w:b/>
          <w:i/>
          <w:szCs w:val="22"/>
        </w:rPr>
        <w:t>Palabras clave</w:t>
      </w:r>
      <w:r w:rsidR="00DD1278" w:rsidRPr="002D2B90">
        <w:rPr>
          <w:szCs w:val="22"/>
        </w:rPr>
        <w:t>: palabra, palabra, palabra.</w:t>
      </w:r>
    </w:p>
    <w:p w:rsidR="00083C60" w:rsidRDefault="00083C60" w:rsidP="00F10412">
      <w:pPr>
        <w:pStyle w:val="TitGeneral"/>
        <w:outlineLvl w:val="9"/>
      </w:pPr>
    </w:p>
    <w:p w:rsidR="00517908" w:rsidRDefault="00517908" w:rsidP="00F10412">
      <w:pPr>
        <w:pStyle w:val="TitGeneral"/>
        <w:outlineLvl w:val="9"/>
        <w:rPr>
          <w:i/>
        </w:rPr>
      </w:pPr>
      <w:bookmarkStart w:id="7" w:name="_Toc38008687"/>
      <w:bookmarkStart w:id="8" w:name="_Toc38816087"/>
    </w:p>
    <w:p w:rsidR="00517908" w:rsidRDefault="00517908">
      <w:pPr>
        <w:spacing w:line="240" w:lineRule="auto"/>
        <w:jc w:val="left"/>
        <w:rPr>
          <w:rFonts w:eastAsiaTheme="majorEastAsia" w:cstheme="majorBidi"/>
          <w:b/>
          <w:bCs/>
          <w:i/>
          <w:sz w:val="32"/>
          <w:szCs w:val="32"/>
        </w:rPr>
      </w:pPr>
      <w:r>
        <w:rPr>
          <w:i/>
        </w:rPr>
        <w:br w:type="page"/>
      </w:r>
    </w:p>
    <w:p w:rsidR="00DC4CA6" w:rsidRPr="00C1739E" w:rsidRDefault="00083C60" w:rsidP="00C1739E">
      <w:pPr>
        <w:pStyle w:val="TitGeneral"/>
        <w:jc w:val="center"/>
        <w:rPr>
          <w:sz w:val="26"/>
          <w:szCs w:val="26"/>
        </w:rPr>
      </w:pPr>
      <w:r w:rsidRPr="00C1739E">
        <w:rPr>
          <w:i/>
          <w:sz w:val="26"/>
          <w:szCs w:val="26"/>
        </w:rPr>
        <w:lastRenderedPageBreak/>
        <w:t>A</w:t>
      </w:r>
      <w:r w:rsidRPr="00C1739E">
        <w:rPr>
          <w:rFonts w:eastAsia="Times New Roman" w:cs="Arial"/>
          <w:i/>
          <w:sz w:val="26"/>
          <w:szCs w:val="26"/>
        </w:rPr>
        <w:t>bstract</w:t>
      </w:r>
      <w:bookmarkEnd w:id="7"/>
      <w:bookmarkEnd w:id="8"/>
    </w:p>
    <w:p w:rsidR="00FB131B" w:rsidRPr="00517908" w:rsidRDefault="00FB131B" w:rsidP="00FB131B">
      <w:pPr>
        <w:pStyle w:val="TitGeneral"/>
        <w:rPr>
          <w:b w:val="0"/>
          <w:sz w:val="22"/>
          <w:szCs w:val="22"/>
        </w:rPr>
      </w:pPr>
      <w:r w:rsidRPr="00517908">
        <w:rPr>
          <w:b w:val="0"/>
          <w:sz w:val="22"/>
          <w:szCs w:val="22"/>
        </w:rPr>
        <w:t xml:space="preserve">Nota: </w:t>
      </w:r>
      <w:r w:rsidR="00D673C1" w:rsidRPr="00517908">
        <w:rPr>
          <w:b w:val="0"/>
          <w:sz w:val="22"/>
          <w:szCs w:val="22"/>
        </w:rPr>
        <w:t>Se escribe en un solo párrafo, sin sangría, con una extensión no mayor a 150 palabras.</w:t>
      </w:r>
    </w:p>
    <w:p w:rsidR="00FB131B" w:rsidRPr="00342F5E" w:rsidRDefault="00FB131B" w:rsidP="00DC4CA6"/>
    <w:p w:rsidR="00617006" w:rsidRPr="00517908" w:rsidRDefault="009C5D57" w:rsidP="005F20BA">
      <w:pPr>
        <w:ind w:firstLine="720"/>
        <w:rPr>
          <w:i/>
          <w:szCs w:val="22"/>
        </w:rPr>
      </w:pPr>
      <w:r w:rsidRPr="00517908">
        <w:rPr>
          <w:b/>
          <w:i/>
          <w:szCs w:val="22"/>
        </w:rPr>
        <w:t>Keywords</w:t>
      </w:r>
      <w:r w:rsidR="005F20BA" w:rsidRPr="00517908">
        <w:rPr>
          <w:i/>
          <w:szCs w:val="22"/>
        </w:rPr>
        <w:t xml:space="preserve">: </w:t>
      </w:r>
      <w:r w:rsidR="005F20BA" w:rsidRPr="00517908">
        <w:rPr>
          <w:szCs w:val="22"/>
        </w:rPr>
        <w:t>word, word, word.</w:t>
      </w:r>
    </w:p>
    <w:p w:rsidR="00617006" w:rsidRDefault="00617006" w:rsidP="00DC4CA6">
      <w:pPr>
        <w:rPr>
          <w:sz w:val="24"/>
        </w:rPr>
      </w:pPr>
    </w:p>
    <w:p w:rsidR="00617006" w:rsidRDefault="00617006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7366AA" w:rsidRPr="00EC5561" w:rsidRDefault="00E70E5D" w:rsidP="008E12F5">
      <w:pPr>
        <w:pStyle w:val="TitGeneral"/>
      </w:pPr>
      <w:bookmarkStart w:id="9" w:name="_Toc38008688"/>
      <w:bookmarkStart w:id="10" w:name="_Toc38816088"/>
      <w:r>
        <w:lastRenderedPageBreak/>
        <w:t>Índice</w:t>
      </w:r>
      <w:r w:rsidR="00CB71A8">
        <w:t xml:space="preserve"> de c</w:t>
      </w:r>
      <w:r w:rsidR="007366AA" w:rsidRPr="00EC5561">
        <w:t>ontenidos</w:t>
      </w:r>
      <w:bookmarkEnd w:id="9"/>
      <w:bookmarkEnd w:id="10"/>
    </w:p>
    <w:sdt>
      <w:sdtPr>
        <w:rPr>
          <w:rFonts w:eastAsiaTheme="minorHAnsi" w:cstheme="minorBidi"/>
          <w:b w:val="0"/>
          <w:bCs w:val="0"/>
          <w:caps w:val="0"/>
          <w:sz w:val="22"/>
          <w:szCs w:val="24"/>
          <w:lang w:val="es-ES"/>
        </w:rPr>
        <w:id w:val="78797170"/>
        <w:docPartObj>
          <w:docPartGallery w:val="Table of Contents"/>
          <w:docPartUnique/>
        </w:docPartObj>
      </w:sdtPr>
      <w:sdtEndPr/>
      <w:sdtContent>
        <w:p w:rsidR="00B1776D" w:rsidRPr="00270BD0" w:rsidRDefault="00B1776D">
          <w:pPr>
            <w:pStyle w:val="TtuloTDC"/>
            <w:rPr>
              <w:lang w:val="es-MX"/>
            </w:rPr>
          </w:pPr>
          <w:r>
            <w:rPr>
              <w:lang w:val="es-ES"/>
            </w:rPr>
            <w:t>Contenido</w:t>
          </w:r>
        </w:p>
        <w:p w:rsidR="000872BA" w:rsidRDefault="00B1776D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816084" w:history="1">
            <w:r w:rsidR="000872BA" w:rsidRPr="00590A87">
              <w:rPr>
                <w:rStyle w:val="Hipervnculo"/>
                <w:noProof/>
              </w:rPr>
              <w:t>Oficio de Autorización de Publicación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_Toc38816084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iii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85" w:history="1">
            <w:r w:rsidR="000872BA" w:rsidRPr="00590A87">
              <w:rPr>
                <w:rStyle w:val="Hipervnculo"/>
                <w:noProof/>
              </w:rPr>
              <w:t>Agradecimientos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_Toc38816085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iv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86" w:history="1">
            <w:r w:rsidR="000872BA" w:rsidRPr="00590A87">
              <w:rPr>
                <w:rStyle w:val="Hipervnculo"/>
                <w:noProof/>
              </w:rPr>
              <w:t>Resumen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_Toc38816086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v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87" w:history="1">
            <w:r w:rsidR="000872BA" w:rsidRPr="00590A87">
              <w:rPr>
                <w:rStyle w:val="Hipervnculo"/>
                <w:i/>
                <w:noProof/>
              </w:rPr>
              <w:t>A</w:t>
            </w:r>
            <w:r w:rsidR="000872BA" w:rsidRPr="00590A87">
              <w:rPr>
                <w:rStyle w:val="Hipervnculo"/>
                <w:rFonts w:eastAsia="Times New Roman" w:cs="Arial"/>
                <w:i/>
                <w:noProof/>
              </w:rPr>
              <w:t>bstract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_Toc38816087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vi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88" w:history="1">
            <w:r w:rsidR="000872BA" w:rsidRPr="00590A87">
              <w:rPr>
                <w:rStyle w:val="Hipervnculo"/>
                <w:noProof/>
              </w:rPr>
              <w:t>Índice de contenidos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_Toc38816088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vii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89" w:history="1">
            <w:r w:rsidR="000872BA" w:rsidRPr="00590A87">
              <w:rPr>
                <w:rStyle w:val="Hipervnculo"/>
                <w:noProof/>
              </w:rPr>
              <w:t>Índice de tablas y figuras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_Toc38816089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viii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90" w:history="1">
            <w:r w:rsidR="000872BA" w:rsidRPr="00590A87">
              <w:rPr>
                <w:rStyle w:val="Hipervnculo"/>
                <w:noProof/>
              </w:rPr>
              <w:t>Capítulo 1: Introducción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_Toc38816090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9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2"/>
            <w:tabs>
              <w:tab w:val="left" w:pos="880"/>
              <w:tab w:val="right" w:leader="dot" w:pos="9394"/>
            </w:tabs>
            <w:rPr>
              <w:rFonts w:eastAsiaTheme="minorEastAsia"/>
              <w:b w:val="0"/>
              <w:noProof/>
              <w:lang w:val="es-MX" w:eastAsia="es-MX"/>
            </w:rPr>
          </w:pPr>
          <w:hyperlink w:anchor="_Toc38816091" w:history="1">
            <w:r w:rsidR="000872BA" w:rsidRPr="00590A87">
              <w:rPr>
                <w:rStyle w:val="Hipervnculo"/>
                <w:noProof/>
              </w:rPr>
              <w:t>1.1</w:t>
            </w:r>
            <w:r w:rsidR="000872BA">
              <w:rPr>
                <w:rFonts w:eastAsiaTheme="minorEastAsia"/>
                <w:b w:val="0"/>
                <w:noProof/>
                <w:lang w:val="es-MX" w:eastAsia="es-MX"/>
              </w:rPr>
              <w:tab/>
            </w:r>
            <w:r w:rsidR="000872BA" w:rsidRPr="00590A87">
              <w:rPr>
                <w:rStyle w:val="Hipervnculo"/>
                <w:noProof/>
              </w:rPr>
              <w:t>Subcapítulo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_Toc38816091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9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2"/>
            <w:tabs>
              <w:tab w:val="left" w:pos="1100"/>
              <w:tab w:val="right" w:leader="dot" w:pos="9394"/>
            </w:tabs>
            <w:rPr>
              <w:rFonts w:eastAsiaTheme="minorEastAsia"/>
              <w:b w:val="0"/>
              <w:noProof/>
              <w:lang w:val="es-MX" w:eastAsia="es-MX"/>
            </w:rPr>
          </w:pPr>
          <w:hyperlink w:anchor="_Toc38816092" w:history="1">
            <w:r w:rsidR="000872BA" w:rsidRPr="00590A87">
              <w:rPr>
                <w:rStyle w:val="Hipervnculo"/>
                <w:noProof/>
              </w:rPr>
              <w:t>1.1.1</w:t>
            </w:r>
            <w:r w:rsidR="000872BA">
              <w:rPr>
                <w:rFonts w:eastAsiaTheme="minorEastAsia"/>
                <w:b w:val="0"/>
                <w:noProof/>
                <w:lang w:val="es-MX" w:eastAsia="es-MX"/>
              </w:rPr>
              <w:tab/>
            </w:r>
            <w:r w:rsidR="000872BA" w:rsidRPr="00590A87">
              <w:rPr>
                <w:rStyle w:val="Hipervnculo"/>
                <w:noProof/>
              </w:rPr>
              <w:t>Apartado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_Toc38816092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9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93" w:history="1">
            <w:r w:rsidR="000872BA" w:rsidRPr="00590A87">
              <w:rPr>
                <w:rStyle w:val="Hipervnculo"/>
                <w:noProof/>
              </w:rPr>
              <w:t>Capítulo 2. Metodología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_Toc38816093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12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2"/>
            <w:tabs>
              <w:tab w:val="left" w:pos="880"/>
              <w:tab w:val="right" w:leader="dot" w:pos="9394"/>
            </w:tabs>
            <w:rPr>
              <w:rFonts w:eastAsiaTheme="minorEastAsia"/>
              <w:b w:val="0"/>
              <w:noProof/>
              <w:lang w:val="es-MX" w:eastAsia="es-MX"/>
            </w:rPr>
          </w:pPr>
          <w:hyperlink w:anchor="_Toc38816094" w:history="1">
            <w:r w:rsidR="000872BA" w:rsidRPr="00590A87">
              <w:rPr>
                <w:rStyle w:val="Hipervnculo"/>
                <w:noProof/>
              </w:rPr>
              <w:t>2.1</w:t>
            </w:r>
            <w:r w:rsidR="000872BA">
              <w:rPr>
                <w:rFonts w:eastAsiaTheme="minorEastAsia"/>
                <w:b w:val="0"/>
                <w:noProof/>
                <w:lang w:val="es-MX" w:eastAsia="es-MX"/>
              </w:rPr>
              <w:tab/>
            </w:r>
            <w:r w:rsidR="000872BA" w:rsidRPr="00590A87">
              <w:rPr>
                <w:rStyle w:val="Hipervnculo"/>
                <w:noProof/>
              </w:rPr>
              <w:t>Subcapítulo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_Toc38816094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12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95" w:history="1">
            <w:r w:rsidR="000872BA" w:rsidRPr="00590A87">
              <w:rPr>
                <w:rStyle w:val="Hipervnculo"/>
                <w:noProof/>
              </w:rPr>
              <w:t>Capítulo 3. Resultados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_Toc38816095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13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2"/>
            <w:tabs>
              <w:tab w:val="left" w:pos="880"/>
              <w:tab w:val="right" w:leader="dot" w:pos="9394"/>
            </w:tabs>
            <w:rPr>
              <w:rFonts w:eastAsiaTheme="minorEastAsia"/>
              <w:b w:val="0"/>
              <w:noProof/>
              <w:lang w:val="es-MX" w:eastAsia="es-MX"/>
            </w:rPr>
          </w:pPr>
          <w:hyperlink w:anchor="_Toc38816096" w:history="1">
            <w:r w:rsidR="000872BA" w:rsidRPr="00590A87">
              <w:rPr>
                <w:rStyle w:val="Hipervnculo"/>
                <w:noProof/>
              </w:rPr>
              <w:t>3.1</w:t>
            </w:r>
            <w:r w:rsidR="000872BA">
              <w:rPr>
                <w:rFonts w:eastAsiaTheme="minorEastAsia"/>
                <w:b w:val="0"/>
                <w:noProof/>
                <w:lang w:val="es-MX" w:eastAsia="es-MX"/>
              </w:rPr>
              <w:tab/>
            </w:r>
            <w:r w:rsidR="000872BA" w:rsidRPr="00590A87">
              <w:rPr>
                <w:rStyle w:val="Hipervnculo"/>
                <w:noProof/>
              </w:rPr>
              <w:t>Subcapítulo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_Toc38816096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13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97" w:history="1">
            <w:r w:rsidR="000872BA" w:rsidRPr="00590A87">
              <w:rPr>
                <w:rStyle w:val="Hipervnculo"/>
                <w:noProof/>
              </w:rPr>
              <w:t>Capítulo 4. Discusión y conclusiones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_Toc38816097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14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2"/>
            <w:tabs>
              <w:tab w:val="left" w:pos="880"/>
              <w:tab w:val="right" w:leader="dot" w:pos="9394"/>
            </w:tabs>
            <w:rPr>
              <w:rFonts w:eastAsiaTheme="minorEastAsia"/>
              <w:b w:val="0"/>
              <w:noProof/>
              <w:lang w:val="es-MX" w:eastAsia="es-MX"/>
            </w:rPr>
          </w:pPr>
          <w:hyperlink w:anchor="_Toc38816098" w:history="1">
            <w:r w:rsidR="000872BA" w:rsidRPr="00590A87">
              <w:rPr>
                <w:rStyle w:val="Hipervnculo"/>
                <w:noProof/>
              </w:rPr>
              <w:t>4.1</w:t>
            </w:r>
            <w:r w:rsidR="000872BA">
              <w:rPr>
                <w:rFonts w:eastAsiaTheme="minorEastAsia"/>
                <w:b w:val="0"/>
                <w:noProof/>
                <w:lang w:val="es-MX" w:eastAsia="es-MX"/>
              </w:rPr>
              <w:tab/>
            </w:r>
            <w:r w:rsidR="000872BA" w:rsidRPr="00590A87">
              <w:rPr>
                <w:rStyle w:val="Hipervnculo"/>
                <w:noProof/>
              </w:rPr>
              <w:t>Subcapítulo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_Toc38816098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14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099" w:history="1">
            <w:r w:rsidR="000872BA" w:rsidRPr="00590A87">
              <w:rPr>
                <w:rStyle w:val="Hipervnculo"/>
                <w:noProof/>
              </w:rPr>
              <w:t>Referencias Bibliográficas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_Toc38816099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15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100" w:history="1">
            <w:r w:rsidR="000872BA" w:rsidRPr="00590A87">
              <w:rPr>
                <w:rStyle w:val="Hipervnculo"/>
                <w:noProof/>
              </w:rPr>
              <w:t>Anexo 1. Nombre del anexo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_Toc38816100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16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101" w:history="1">
            <w:r w:rsidR="000872BA" w:rsidRPr="00590A87">
              <w:rPr>
                <w:rStyle w:val="Hipervnculo"/>
                <w:noProof/>
              </w:rPr>
              <w:t>Anexo 2. Nombre del anexo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_Toc38816101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17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0872BA" w:rsidRDefault="00D7741A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/>
              <w:b w:val="0"/>
              <w:noProof/>
              <w:szCs w:val="22"/>
              <w:lang w:val="es-MX" w:eastAsia="es-MX"/>
            </w:rPr>
          </w:pPr>
          <w:hyperlink w:anchor="_Toc38816102" w:history="1">
            <w:r w:rsidR="000872BA" w:rsidRPr="00590A87">
              <w:rPr>
                <w:rStyle w:val="Hipervnculo"/>
                <w:noProof/>
              </w:rPr>
              <w:t>Anexo 3. Nombre del anexo</w:t>
            </w:r>
            <w:r w:rsidR="000872BA">
              <w:rPr>
                <w:noProof/>
                <w:webHidden/>
              </w:rPr>
              <w:tab/>
            </w:r>
            <w:r w:rsidR="000872BA">
              <w:rPr>
                <w:noProof/>
                <w:webHidden/>
              </w:rPr>
              <w:fldChar w:fldCharType="begin"/>
            </w:r>
            <w:r w:rsidR="000872BA">
              <w:rPr>
                <w:noProof/>
                <w:webHidden/>
              </w:rPr>
              <w:instrText xml:space="preserve"> PAGEREF _Toc38816102 \h </w:instrText>
            </w:r>
            <w:r w:rsidR="000872BA">
              <w:rPr>
                <w:noProof/>
                <w:webHidden/>
              </w:rPr>
            </w:r>
            <w:r w:rsidR="000872BA">
              <w:rPr>
                <w:noProof/>
                <w:webHidden/>
              </w:rPr>
              <w:fldChar w:fldCharType="separate"/>
            </w:r>
            <w:r w:rsidR="008D0EBB">
              <w:rPr>
                <w:noProof/>
                <w:webHidden/>
              </w:rPr>
              <w:t>18</w:t>
            </w:r>
            <w:r w:rsidR="000872BA">
              <w:rPr>
                <w:noProof/>
                <w:webHidden/>
              </w:rPr>
              <w:fldChar w:fldCharType="end"/>
            </w:r>
          </w:hyperlink>
        </w:p>
        <w:p w:rsidR="00B1776D" w:rsidRDefault="00B1776D">
          <w:r>
            <w:rPr>
              <w:b/>
              <w:bCs/>
              <w:lang w:val="es-ES"/>
            </w:rPr>
            <w:fldChar w:fldCharType="end"/>
          </w:r>
        </w:p>
      </w:sdtContent>
    </w:sdt>
    <w:p w:rsidR="00342F5E" w:rsidRDefault="00342F5E" w:rsidP="005E3030">
      <w:pPr>
        <w:rPr>
          <w:sz w:val="24"/>
        </w:rPr>
      </w:pPr>
    </w:p>
    <w:p w:rsidR="00617006" w:rsidRDefault="00617006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B1776D" w:rsidRDefault="00B1776D">
      <w:pPr>
        <w:spacing w:line="240" w:lineRule="auto"/>
        <w:jc w:val="left"/>
        <w:rPr>
          <w:sz w:val="24"/>
        </w:rPr>
      </w:pPr>
    </w:p>
    <w:p w:rsidR="00DC0B35" w:rsidRDefault="00DC0B35" w:rsidP="006225EB">
      <w:pPr>
        <w:pStyle w:val="TitGeneral"/>
      </w:pPr>
      <w:bookmarkStart w:id="11" w:name="_Toc38008689"/>
      <w:bookmarkStart w:id="12" w:name="_Toc38816089"/>
      <w:r>
        <w:t xml:space="preserve">Índice de </w:t>
      </w:r>
      <w:r w:rsidR="00B84134">
        <w:t xml:space="preserve">tablas y </w:t>
      </w:r>
      <w:r>
        <w:t>figuras</w:t>
      </w:r>
      <w:bookmarkEnd w:id="11"/>
      <w:bookmarkEnd w:id="12"/>
    </w:p>
    <w:p w:rsidR="00342F5E" w:rsidRDefault="00342F5E" w:rsidP="005E3030">
      <w:pPr>
        <w:rPr>
          <w:sz w:val="24"/>
        </w:rPr>
      </w:pPr>
    </w:p>
    <w:p w:rsidR="009A75C8" w:rsidRDefault="009A75C8" w:rsidP="005E3030">
      <w:pPr>
        <w:rPr>
          <w:sz w:val="24"/>
        </w:rPr>
      </w:pPr>
    </w:p>
    <w:p w:rsidR="009A75C8" w:rsidRDefault="009A75C8" w:rsidP="005E3030">
      <w:pPr>
        <w:rPr>
          <w:sz w:val="24"/>
        </w:rPr>
      </w:pPr>
    </w:p>
    <w:p w:rsidR="00617006" w:rsidRDefault="00617006">
      <w:pPr>
        <w:spacing w:line="240" w:lineRule="auto"/>
        <w:jc w:val="left"/>
        <w:rPr>
          <w:sz w:val="24"/>
        </w:rPr>
      </w:pPr>
      <w:r>
        <w:rPr>
          <w:sz w:val="24"/>
        </w:rPr>
        <w:br w:type="page"/>
      </w:r>
    </w:p>
    <w:p w:rsidR="00A26897" w:rsidRDefault="00A26897" w:rsidP="00617006">
      <w:pPr>
        <w:spacing w:line="240" w:lineRule="auto"/>
        <w:jc w:val="left"/>
        <w:rPr>
          <w:sz w:val="24"/>
        </w:rPr>
        <w:sectPr w:rsidR="00A26897" w:rsidSect="00F10412">
          <w:headerReference w:type="first" r:id="rId8"/>
          <w:pgSz w:w="12240" w:h="15840"/>
          <w:pgMar w:top="2118" w:right="1418" w:bottom="1418" w:left="1418" w:header="1134" w:footer="1134" w:gutter="0"/>
          <w:pgNumType w:fmt="lowerRoman" w:start="2"/>
          <w:cols w:space="708"/>
          <w:titlePg/>
          <w:docGrid w:linePitch="360"/>
        </w:sectPr>
      </w:pPr>
    </w:p>
    <w:p w:rsidR="00284D7F" w:rsidRPr="00B1776D" w:rsidRDefault="009A75C8" w:rsidP="00B1776D">
      <w:pPr>
        <w:pStyle w:val="Ttulo1"/>
        <w:jc w:val="center"/>
        <w:rPr>
          <w:b w:val="0"/>
          <w:color w:val="000000" w:themeColor="text1"/>
          <w:sz w:val="26"/>
          <w:szCs w:val="26"/>
        </w:rPr>
      </w:pPr>
      <w:bookmarkStart w:id="13" w:name="_Toc38816090"/>
      <w:r w:rsidRPr="00B1776D">
        <w:rPr>
          <w:color w:val="000000" w:themeColor="text1"/>
          <w:sz w:val="26"/>
          <w:szCs w:val="26"/>
        </w:rPr>
        <w:lastRenderedPageBreak/>
        <w:t>Capítulo 1: Introducción</w:t>
      </w:r>
      <w:bookmarkEnd w:id="13"/>
    </w:p>
    <w:p w:rsidR="00785841" w:rsidRDefault="00785841" w:rsidP="00D56C2B">
      <w:pPr>
        <w:rPr>
          <w:sz w:val="24"/>
        </w:rPr>
      </w:pPr>
    </w:p>
    <w:p w:rsidR="000E7640" w:rsidRPr="000E7640" w:rsidRDefault="000E7640" w:rsidP="00D56C2B">
      <w:pPr>
        <w:rPr>
          <w:sz w:val="24"/>
        </w:rPr>
      </w:pPr>
    </w:p>
    <w:p w:rsidR="00D51863" w:rsidRPr="00B1776D" w:rsidRDefault="00EB29E6" w:rsidP="00484AD3">
      <w:pPr>
        <w:pStyle w:val="Subcapitulo1"/>
        <w:ind w:left="284"/>
        <w:rPr>
          <w:sz w:val="22"/>
          <w:szCs w:val="22"/>
        </w:rPr>
      </w:pPr>
      <w:bookmarkStart w:id="14" w:name="_Toc38008690"/>
      <w:bookmarkStart w:id="15" w:name="_Toc38816091"/>
      <w:r w:rsidRPr="00B1776D">
        <w:rPr>
          <w:sz w:val="22"/>
          <w:szCs w:val="22"/>
        </w:rPr>
        <w:t>Sub</w:t>
      </w:r>
      <w:r w:rsidR="00C91DC9" w:rsidRPr="00B1776D">
        <w:rPr>
          <w:sz w:val="22"/>
          <w:szCs w:val="22"/>
        </w:rPr>
        <w:t>cap</w:t>
      </w:r>
      <w:r w:rsidRPr="00B1776D">
        <w:rPr>
          <w:sz w:val="22"/>
          <w:szCs w:val="22"/>
        </w:rPr>
        <w:t>ítulo</w:t>
      </w:r>
      <w:bookmarkEnd w:id="14"/>
      <w:bookmarkEnd w:id="15"/>
    </w:p>
    <w:p w:rsidR="003C0D17" w:rsidRDefault="003C0D17" w:rsidP="00D56C2B">
      <w:pPr>
        <w:rPr>
          <w:sz w:val="24"/>
        </w:rPr>
      </w:pPr>
    </w:p>
    <w:p w:rsidR="00484AD3" w:rsidRDefault="0088319A" w:rsidP="0088319A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</w:p>
    <w:p w:rsidR="00484AD3" w:rsidRDefault="00484AD3" w:rsidP="0088319A"/>
    <w:p w:rsidR="00484AD3" w:rsidRDefault="00484AD3" w:rsidP="0088319A"/>
    <w:p w:rsidR="00484AD3" w:rsidRDefault="00484AD3" w:rsidP="0088319A"/>
    <w:p w:rsidR="00484AD3" w:rsidRPr="00B1776D" w:rsidRDefault="00484AD3" w:rsidP="00484AD3">
      <w:pPr>
        <w:pStyle w:val="Apartado"/>
        <w:rPr>
          <w:sz w:val="22"/>
          <w:szCs w:val="22"/>
        </w:rPr>
      </w:pPr>
      <w:bookmarkStart w:id="16" w:name="_Toc38008691"/>
      <w:bookmarkStart w:id="17" w:name="_Toc38816092"/>
      <w:r w:rsidRPr="00B1776D">
        <w:rPr>
          <w:sz w:val="22"/>
          <w:szCs w:val="22"/>
        </w:rPr>
        <w:t>Apartado</w:t>
      </w:r>
      <w:bookmarkEnd w:id="16"/>
      <w:bookmarkEnd w:id="17"/>
    </w:p>
    <w:p w:rsidR="0088319A" w:rsidRDefault="0088319A" w:rsidP="0088319A"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5D0818" w:rsidRDefault="005D0818" w:rsidP="00D56C2B">
      <w:pPr>
        <w:rPr>
          <w:sz w:val="24"/>
        </w:rPr>
      </w:pPr>
    </w:p>
    <w:p w:rsidR="005D0818" w:rsidRDefault="005D0818" w:rsidP="00D56C2B">
      <w:pPr>
        <w:rPr>
          <w:sz w:val="24"/>
        </w:rPr>
      </w:pPr>
    </w:p>
    <w:p w:rsidR="00134DA2" w:rsidRDefault="00134DA2" w:rsidP="00134DA2"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134DA2" w:rsidRDefault="00134DA2" w:rsidP="00134DA2">
      <w:pPr>
        <w:rPr>
          <w:sz w:val="24"/>
        </w:rPr>
      </w:pPr>
    </w:p>
    <w:p w:rsidR="00134DA2" w:rsidRDefault="00134DA2" w:rsidP="00134DA2">
      <w:pPr>
        <w:rPr>
          <w:sz w:val="24"/>
        </w:rPr>
      </w:pPr>
    </w:p>
    <w:p w:rsidR="00134DA2" w:rsidRDefault="00134DA2" w:rsidP="00134DA2"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134DA2" w:rsidRDefault="00134DA2" w:rsidP="00134DA2">
      <w:pPr>
        <w:rPr>
          <w:sz w:val="24"/>
        </w:rPr>
      </w:pPr>
    </w:p>
    <w:p w:rsidR="00134DA2" w:rsidRDefault="00134DA2" w:rsidP="00134DA2">
      <w:pPr>
        <w:rPr>
          <w:sz w:val="24"/>
        </w:rPr>
      </w:pPr>
    </w:p>
    <w:p w:rsidR="00134DA2" w:rsidRDefault="00134DA2" w:rsidP="00134DA2"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5D0818" w:rsidRDefault="005D0818" w:rsidP="00D56C2B">
      <w:pPr>
        <w:rPr>
          <w:sz w:val="24"/>
        </w:rPr>
      </w:pPr>
    </w:p>
    <w:p w:rsidR="005D0818" w:rsidRDefault="005D0818" w:rsidP="006225EB">
      <w:pPr>
        <w:jc w:val="center"/>
      </w:pPr>
      <w:bookmarkStart w:id="18" w:name="_Toc33468134"/>
      <w:r>
        <w:rPr>
          <w:noProof/>
          <w:lang w:val="es-MX" w:eastAsia="es-MX"/>
        </w:rPr>
        <w:drawing>
          <wp:inline distT="0" distB="0" distL="0" distR="0" wp14:anchorId="390712ED" wp14:editId="5F6DD5BA">
            <wp:extent cx="3076575" cy="3121035"/>
            <wp:effectExtent l="0" t="0" r="0" b="317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Ciid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572" cy="313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8"/>
    </w:p>
    <w:p w:rsidR="005D0818" w:rsidRDefault="005D0818" w:rsidP="0010107B">
      <w:pPr>
        <w:pStyle w:val="Figura"/>
        <w:spacing w:line="240" w:lineRule="auto"/>
      </w:pPr>
      <w:bookmarkStart w:id="19" w:name="_Toc33469420"/>
      <w:bookmarkStart w:id="20" w:name="_Toc38008692"/>
      <w:r>
        <w:t>Figura 1. Nombre de la figura. Anotar la fuente o si es elaboración propia</w:t>
      </w:r>
      <w:r w:rsidR="00D0548F">
        <w:t xml:space="preserve"> (según la APA)</w:t>
      </w:r>
      <w:r>
        <w:t>.</w:t>
      </w:r>
      <w:bookmarkEnd w:id="19"/>
      <w:bookmarkEnd w:id="20"/>
    </w:p>
    <w:p w:rsidR="00E56CB2" w:rsidRDefault="00E56CB2" w:rsidP="005D0818">
      <w:pPr>
        <w:jc w:val="center"/>
        <w:rPr>
          <w:sz w:val="24"/>
        </w:rPr>
      </w:pPr>
    </w:p>
    <w:p w:rsidR="00E56CB2" w:rsidRDefault="00E56CB2" w:rsidP="00E56CB2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E56CB2" w:rsidRDefault="00E56CB2" w:rsidP="005D0818">
      <w:pPr>
        <w:jc w:val="center"/>
        <w:rPr>
          <w:sz w:val="24"/>
        </w:rPr>
      </w:pPr>
    </w:p>
    <w:p w:rsidR="00593D02" w:rsidRDefault="00593D02" w:rsidP="00593D02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593D02" w:rsidRDefault="00593D02" w:rsidP="005D0818">
      <w:pPr>
        <w:jc w:val="center"/>
        <w:rPr>
          <w:sz w:val="24"/>
        </w:rPr>
      </w:pPr>
    </w:p>
    <w:p w:rsidR="00B1776D" w:rsidRDefault="00B1776D" w:rsidP="005D0818">
      <w:pPr>
        <w:jc w:val="center"/>
        <w:rPr>
          <w:sz w:val="24"/>
        </w:rPr>
      </w:pPr>
    </w:p>
    <w:p w:rsidR="00116F6E" w:rsidRDefault="00116F6E" w:rsidP="005D0818">
      <w:pPr>
        <w:jc w:val="center"/>
        <w:rPr>
          <w:sz w:val="24"/>
        </w:rPr>
      </w:pPr>
    </w:p>
    <w:p w:rsidR="00FC706D" w:rsidRDefault="00FC706D" w:rsidP="005D0818">
      <w:pPr>
        <w:jc w:val="center"/>
        <w:rPr>
          <w:sz w:val="24"/>
        </w:rPr>
      </w:pPr>
    </w:p>
    <w:p w:rsidR="00E56CB2" w:rsidRDefault="00E56CB2" w:rsidP="00A93037">
      <w:pPr>
        <w:pStyle w:val="Tabla"/>
        <w:spacing w:line="240" w:lineRule="auto"/>
      </w:pPr>
      <w:bookmarkStart w:id="21" w:name="_Toc33469473"/>
      <w:bookmarkStart w:id="22" w:name="_Toc38008693"/>
      <w:r>
        <w:rPr>
          <w:sz w:val="24"/>
        </w:rPr>
        <w:t xml:space="preserve">Tabla 1. Nombre de la tabla. </w:t>
      </w:r>
      <w:r>
        <w:t>Anotar la fuente o si es elaboración propia</w:t>
      </w:r>
      <w:r w:rsidR="00530EF1">
        <w:t xml:space="preserve"> (según la APA)</w:t>
      </w:r>
      <w:r w:rsidR="002815FA">
        <w:t>. Se recomienda utilizar la última versión.</w:t>
      </w:r>
      <w:bookmarkEnd w:id="21"/>
      <w:bookmarkEnd w:id="22"/>
    </w:p>
    <w:p w:rsidR="002815FA" w:rsidRDefault="002815FA" w:rsidP="00A93037">
      <w:pPr>
        <w:pStyle w:val="Tabla"/>
        <w:spacing w:line="240" w:lineRule="auto"/>
        <w:rPr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77"/>
        <w:gridCol w:w="2278"/>
        <w:gridCol w:w="2278"/>
        <w:gridCol w:w="2278"/>
      </w:tblGrid>
      <w:tr w:rsidR="00E56CB2" w:rsidTr="00E56CB2">
        <w:tc>
          <w:tcPr>
            <w:tcW w:w="2277" w:type="dxa"/>
          </w:tcPr>
          <w:p w:rsidR="00E56CB2" w:rsidRDefault="00E56CB2" w:rsidP="00A93037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A93037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A93037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A93037">
            <w:pPr>
              <w:jc w:val="center"/>
              <w:rPr>
                <w:sz w:val="24"/>
              </w:rPr>
            </w:pPr>
          </w:p>
        </w:tc>
      </w:tr>
      <w:tr w:rsidR="00E56CB2" w:rsidTr="00E56CB2">
        <w:tc>
          <w:tcPr>
            <w:tcW w:w="2277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</w:tr>
      <w:tr w:rsidR="00E56CB2" w:rsidTr="00E56CB2">
        <w:tc>
          <w:tcPr>
            <w:tcW w:w="2277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</w:tr>
      <w:tr w:rsidR="00E56CB2" w:rsidTr="00E56CB2">
        <w:tc>
          <w:tcPr>
            <w:tcW w:w="2277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</w:tr>
      <w:tr w:rsidR="00E56CB2" w:rsidTr="00E56CB2">
        <w:tc>
          <w:tcPr>
            <w:tcW w:w="2277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  <w:tc>
          <w:tcPr>
            <w:tcW w:w="2278" w:type="dxa"/>
          </w:tcPr>
          <w:p w:rsidR="00E56CB2" w:rsidRDefault="00E56CB2" w:rsidP="005D0818">
            <w:pPr>
              <w:jc w:val="center"/>
              <w:rPr>
                <w:sz w:val="24"/>
              </w:rPr>
            </w:pPr>
          </w:p>
        </w:tc>
      </w:tr>
    </w:tbl>
    <w:p w:rsidR="00E56CB2" w:rsidRDefault="00E56CB2" w:rsidP="005D0818">
      <w:pPr>
        <w:jc w:val="center"/>
        <w:rPr>
          <w:sz w:val="24"/>
        </w:rPr>
      </w:pPr>
    </w:p>
    <w:p w:rsidR="0088319A" w:rsidRDefault="0088319A" w:rsidP="0088319A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88319A" w:rsidRDefault="0088319A" w:rsidP="0088319A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EB29E6" w:rsidRDefault="00EB29E6" w:rsidP="0087110B">
      <w:pPr>
        <w:rPr>
          <w:sz w:val="24"/>
        </w:rPr>
      </w:pPr>
    </w:p>
    <w:p w:rsidR="0088319A" w:rsidRDefault="0088319A" w:rsidP="0087110B">
      <w:pPr>
        <w:rPr>
          <w:sz w:val="24"/>
        </w:rPr>
      </w:pPr>
    </w:p>
    <w:p w:rsidR="0088319A" w:rsidRPr="0087110B" w:rsidRDefault="0088319A" w:rsidP="0087110B">
      <w:pPr>
        <w:rPr>
          <w:sz w:val="24"/>
        </w:rPr>
        <w:sectPr w:rsidR="0088319A" w:rsidRPr="0087110B" w:rsidSect="00B1776D">
          <w:headerReference w:type="first" r:id="rId10"/>
          <w:pgSz w:w="12240" w:h="15840"/>
          <w:pgMar w:top="1418" w:right="1418" w:bottom="1418" w:left="1418" w:header="1134" w:footer="1134" w:gutter="0"/>
          <w:cols w:space="708"/>
          <w:docGrid w:linePitch="360"/>
        </w:sectPr>
      </w:pPr>
    </w:p>
    <w:p w:rsidR="00785841" w:rsidRPr="00942B34" w:rsidRDefault="00942B34" w:rsidP="00942B34">
      <w:pPr>
        <w:pStyle w:val="Ttulo1"/>
        <w:jc w:val="center"/>
        <w:rPr>
          <w:color w:val="000000" w:themeColor="text1"/>
          <w:sz w:val="26"/>
          <w:szCs w:val="26"/>
        </w:rPr>
      </w:pPr>
      <w:bookmarkStart w:id="23" w:name="_Toc38816093"/>
      <w:r w:rsidRPr="00942B34">
        <w:rPr>
          <w:color w:val="000000" w:themeColor="text1"/>
          <w:sz w:val="26"/>
          <w:szCs w:val="26"/>
        </w:rPr>
        <w:lastRenderedPageBreak/>
        <w:t>Capítulo 2. Metodología</w:t>
      </w:r>
      <w:bookmarkEnd w:id="23"/>
    </w:p>
    <w:p w:rsidR="00942B34" w:rsidRPr="00942B34" w:rsidRDefault="00942B34" w:rsidP="00942B34">
      <w:pPr>
        <w:jc w:val="center"/>
        <w:rPr>
          <w:b/>
          <w:sz w:val="26"/>
          <w:szCs w:val="26"/>
        </w:rPr>
      </w:pPr>
    </w:p>
    <w:p w:rsidR="00EE2F79" w:rsidRPr="00116F6E" w:rsidRDefault="00EB29E6" w:rsidP="00942B34">
      <w:pPr>
        <w:pStyle w:val="Subcapitulo1"/>
        <w:rPr>
          <w:sz w:val="22"/>
          <w:szCs w:val="22"/>
        </w:rPr>
      </w:pPr>
      <w:bookmarkStart w:id="24" w:name="_Toc38008695"/>
      <w:bookmarkStart w:id="25" w:name="_Toc38816094"/>
      <w:r w:rsidRPr="00116F6E">
        <w:rPr>
          <w:sz w:val="22"/>
          <w:szCs w:val="22"/>
        </w:rPr>
        <w:t>Sub</w:t>
      </w:r>
      <w:r w:rsidR="00C95BE6" w:rsidRPr="00116F6E">
        <w:rPr>
          <w:sz w:val="22"/>
          <w:szCs w:val="22"/>
        </w:rPr>
        <w:t>cap</w:t>
      </w:r>
      <w:r w:rsidRPr="00116F6E">
        <w:rPr>
          <w:sz w:val="22"/>
          <w:szCs w:val="22"/>
        </w:rPr>
        <w:t>ítulo</w:t>
      </w:r>
      <w:bookmarkEnd w:id="24"/>
      <w:bookmarkEnd w:id="25"/>
    </w:p>
    <w:p w:rsidR="00D96752" w:rsidRDefault="00D96752" w:rsidP="00D96752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6E46D1" w:rsidRDefault="006E46D1" w:rsidP="00D51863">
      <w:pPr>
        <w:rPr>
          <w:sz w:val="24"/>
        </w:rPr>
      </w:pPr>
    </w:p>
    <w:p w:rsidR="00D96752" w:rsidRDefault="00D96752" w:rsidP="00D96752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D96752" w:rsidRDefault="00D96752" w:rsidP="00D51863">
      <w:pPr>
        <w:rPr>
          <w:sz w:val="24"/>
        </w:rPr>
      </w:pPr>
    </w:p>
    <w:p w:rsidR="00D96752" w:rsidRDefault="00D96752" w:rsidP="00D51863">
      <w:pPr>
        <w:rPr>
          <w:sz w:val="24"/>
        </w:rPr>
      </w:pPr>
    </w:p>
    <w:p w:rsidR="00D96752" w:rsidRDefault="00D96752" w:rsidP="00D51863">
      <w:pPr>
        <w:rPr>
          <w:sz w:val="24"/>
        </w:rPr>
      </w:pPr>
    </w:p>
    <w:p w:rsidR="00D96752" w:rsidRDefault="00D96752" w:rsidP="00D51863">
      <w:pPr>
        <w:rPr>
          <w:sz w:val="24"/>
        </w:rPr>
      </w:pPr>
    </w:p>
    <w:p w:rsidR="00D96752" w:rsidRDefault="00D96752" w:rsidP="00D51863">
      <w:pPr>
        <w:rPr>
          <w:sz w:val="24"/>
        </w:rPr>
      </w:pPr>
    </w:p>
    <w:p w:rsidR="00D96752" w:rsidRDefault="00D96752" w:rsidP="00D51863">
      <w:pPr>
        <w:rPr>
          <w:sz w:val="24"/>
        </w:rPr>
      </w:pPr>
    </w:p>
    <w:p w:rsidR="00D96752" w:rsidRPr="00D51863" w:rsidRDefault="00D96752" w:rsidP="00D51863">
      <w:pPr>
        <w:rPr>
          <w:sz w:val="24"/>
        </w:rPr>
        <w:sectPr w:rsidR="00D96752" w:rsidRPr="00D51863">
          <w:pgSz w:w="12240" w:h="15840"/>
          <w:pgMar w:top="1418" w:right="1418" w:bottom="1418" w:left="1701" w:header="1134" w:footer="1134" w:gutter="0"/>
          <w:cols w:space="708"/>
          <w:docGrid w:linePitch="360"/>
        </w:sectPr>
      </w:pPr>
    </w:p>
    <w:p w:rsidR="00C20E56" w:rsidRDefault="00942B34" w:rsidP="00942B34">
      <w:pPr>
        <w:pStyle w:val="Ttulo1"/>
        <w:jc w:val="center"/>
        <w:rPr>
          <w:color w:val="000000" w:themeColor="text1"/>
          <w:sz w:val="26"/>
          <w:szCs w:val="26"/>
        </w:rPr>
      </w:pPr>
      <w:bookmarkStart w:id="26" w:name="_Toc38816095"/>
      <w:r w:rsidRPr="00942B34">
        <w:rPr>
          <w:color w:val="000000" w:themeColor="text1"/>
          <w:sz w:val="26"/>
          <w:szCs w:val="26"/>
        </w:rPr>
        <w:lastRenderedPageBreak/>
        <w:t>Capítulo 3. Resultados</w:t>
      </w:r>
      <w:bookmarkEnd w:id="26"/>
    </w:p>
    <w:p w:rsidR="00942B34" w:rsidRPr="00942B34" w:rsidRDefault="00942B34" w:rsidP="00942B34"/>
    <w:p w:rsidR="00C20E56" w:rsidRPr="00116F6E" w:rsidRDefault="00C20E56" w:rsidP="00C20E56">
      <w:pPr>
        <w:pStyle w:val="Subcapitulo1"/>
        <w:rPr>
          <w:sz w:val="22"/>
          <w:szCs w:val="22"/>
        </w:rPr>
      </w:pPr>
      <w:bookmarkStart w:id="27" w:name="_Toc38008697"/>
      <w:bookmarkStart w:id="28" w:name="_Toc38816096"/>
      <w:r w:rsidRPr="00116F6E">
        <w:rPr>
          <w:sz w:val="22"/>
          <w:szCs w:val="22"/>
        </w:rPr>
        <w:t>Sub</w:t>
      </w:r>
      <w:r w:rsidR="00C95BE6" w:rsidRPr="00116F6E">
        <w:rPr>
          <w:sz w:val="22"/>
          <w:szCs w:val="22"/>
        </w:rPr>
        <w:t>cap</w:t>
      </w:r>
      <w:r w:rsidRPr="00116F6E">
        <w:rPr>
          <w:sz w:val="22"/>
          <w:szCs w:val="22"/>
        </w:rPr>
        <w:t>ítulo</w:t>
      </w:r>
      <w:bookmarkEnd w:id="27"/>
      <w:bookmarkEnd w:id="28"/>
    </w:p>
    <w:p w:rsidR="009167BD" w:rsidRDefault="009167BD" w:rsidP="009167BD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C20E56" w:rsidRDefault="00C20E56" w:rsidP="00A8274F">
      <w:pPr>
        <w:rPr>
          <w:sz w:val="28"/>
        </w:rPr>
      </w:pPr>
    </w:p>
    <w:p w:rsidR="009167BD" w:rsidRDefault="009167BD" w:rsidP="009167BD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9167BD" w:rsidRDefault="009167BD" w:rsidP="00A8274F">
      <w:pPr>
        <w:rPr>
          <w:sz w:val="28"/>
        </w:rPr>
      </w:pPr>
    </w:p>
    <w:p w:rsidR="009167BD" w:rsidRDefault="009167BD" w:rsidP="00A8274F">
      <w:pPr>
        <w:rPr>
          <w:sz w:val="28"/>
        </w:rPr>
      </w:pPr>
    </w:p>
    <w:p w:rsidR="009167BD" w:rsidRDefault="009167BD" w:rsidP="00A8274F">
      <w:pPr>
        <w:rPr>
          <w:sz w:val="28"/>
        </w:rPr>
      </w:pPr>
    </w:p>
    <w:p w:rsidR="009167BD" w:rsidRDefault="009167BD" w:rsidP="00A8274F">
      <w:pPr>
        <w:rPr>
          <w:sz w:val="28"/>
        </w:rPr>
      </w:pPr>
    </w:p>
    <w:p w:rsidR="009167BD" w:rsidRDefault="009167BD" w:rsidP="00A8274F">
      <w:pPr>
        <w:rPr>
          <w:sz w:val="28"/>
        </w:rPr>
      </w:pPr>
    </w:p>
    <w:p w:rsidR="009167BD" w:rsidRPr="00A8274F" w:rsidRDefault="009167BD" w:rsidP="00A8274F">
      <w:pPr>
        <w:rPr>
          <w:sz w:val="28"/>
        </w:rPr>
        <w:sectPr w:rsidR="009167BD" w:rsidRPr="00A8274F">
          <w:pgSz w:w="12240" w:h="15840"/>
          <w:pgMar w:top="1418" w:right="1418" w:bottom="1418" w:left="1701" w:header="1134" w:footer="1134" w:gutter="0"/>
          <w:cols w:space="708"/>
          <w:docGrid w:linePitch="360"/>
        </w:sectPr>
      </w:pPr>
    </w:p>
    <w:p w:rsidR="006E46D1" w:rsidRDefault="00942B34" w:rsidP="00942B34">
      <w:pPr>
        <w:pStyle w:val="Ttulo1"/>
        <w:jc w:val="center"/>
        <w:rPr>
          <w:color w:val="000000" w:themeColor="text1"/>
          <w:sz w:val="26"/>
          <w:szCs w:val="26"/>
        </w:rPr>
      </w:pPr>
      <w:bookmarkStart w:id="29" w:name="_Toc38816097"/>
      <w:r w:rsidRPr="00942B34">
        <w:rPr>
          <w:color w:val="000000" w:themeColor="text1"/>
          <w:sz w:val="26"/>
          <w:szCs w:val="26"/>
        </w:rPr>
        <w:lastRenderedPageBreak/>
        <w:t>Capítulo 4. Discusión y conclusiones</w:t>
      </w:r>
      <w:bookmarkEnd w:id="29"/>
    </w:p>
    <w:p w:rsidR="00942B34" w:rsidRPr="00942B34" w:rsidRDefault="00942B34" w:rsidP="00942B34"/>
    <w:p w:rsidR="003276D9" w:rsidRPr="00116F6E" w:rsidRDefault="003276D9" w:rsidP="003276D9">
      <w:pPr>
        <w:pStyle w:val="Subcapitulo1"/>
        <w:rPr>
          <w:sz w:val="22"/>
          <w:szCs w:val="22"/>
        </w:rPr>
      </w:pPr>
      <w:bookmarkStart w:id="30" w:name="_Toc38008699"/>
      <w:bookmarkStart w:id="31" w:name="_Toc38816098"/>
      <w:r w:rsidRPr="00116F6E">
        <w:rPr>
          <w:sz w:val="22"/>
          <w:szCs w:val="22"/>
        </w:rPr>
        <w:t>Subcapítulo</w:t>
      </w:r>
      <w:bookmarkEnd w:id="30"/>
      <w:bookmarkEnd w:id="31"/>
    </w:p>
    <w:p w:rsidR="003276D9" w:rsidRDefault="003276D9" w:rsidP="003276D9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A66A61" w:rsidRDefault="00A66A61" w:rsidP="00A66A61"/>
    <w:p w:rsidR="00A66A61" w:rsidRDefault="00A66A61" w:rsidP="00A66A61">
      <w:r>
        <w:t>Texto texto 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  <w:r w:rsidRPr="00E56CB2">
        <w:t xml:space="preserve"> </w:t>
      </w:r>
      <w:r>
        <w:t>Texto texto</w:t>
      </w:r>
    </w:p>
    <w:p w:rsidR="00A66A61" w:rsidRPr="00116F6E" w:rsidRDefault="00A66A61" w:rsidP="00116F6E"/>
    <w:p w:rsidR="00116F6E" w:rsidRPr="00116F6E" w:rsidRDefault="00116F6E" w:rsidP="00116F6E"/>
    <w:p w:rsidR="00A66A61" w:rsidRPr="00116F6E" w:rsidRDefault="00A66A61" w:rsidP="00116F6E"/>
    <w:p w:rsidR="00116F6E" w:rsidRPr="00116F6E" w:rsidRDefault="00116F6E" w:rsidP="00116F6E"/>
    <w:p w:rsidR="00116F6E" w:rsidRPr="00116F6E" w:rsidRDefault="00116F6E" w:rsidP="00116F6E"/>
    <w:p w:rsidR="00116F6E" w:rsidRP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116F6E" w:rsidRDefault="00116F6E" w:rsidP="00116F6E"/>
    <w:p w:rsidR="00785841" w:rsidRPr="00C1739E" w:rsidRDefault="00AE3365" w:rsidP="00C1739E">
      <w:pPr>
        <w:pStyle w:val="TitGeneral"/>
        <w:jc w:val="center"/>
        <w:rPr>
          <w:sz w:val="26"/>
          <w:szCs w:val="26"/>
        </w:rPr>
      </w:pPr>
      <w:bookmarkStart w:id="32" w:name="_Toc38816099"/>
      <w:r w:rsidRPr="00C1739E">
        <w:rPr>
          <w:sz w:val="26"/>
          <w:szCs w:val="26"/>
        </w:rPr>
        <w:t>R</w:t>
      </w:r>
      <w:r w:rsidR="00785841" w:rsidRPr="00C1739E">
        <w:rPr>
          <w:sz w:val="26"/>
          <w:szCs w:val="26"/>
        </w:rPr>
        <w:t>eferencias</w:t>
      </w:r>
      <w:bookmarkEnd w:id="32"/>
    </w:p>
    <w:p w:rsidR="0071304C" w:rsidRPr="001D0FB8" w:rsidRDefault="0071304C" w:rsidP="00CA79E0">
      <w:pPr>
        <w:pStyle w:val="Ref-biblio"/>
      </w:pPr>
    </w:p>
    <w:p w:rsidR="0071304C" w:rsidRDefault="0071304C" w:rsidP="00CA79E0">
      <w:pPr>
        <w:pStyle w:val="Ref-biblio"/>
      </w:pPr>
      <w:r w:rsidRPr="001D0FB8">
        <w:t>Empezar aquí</w:t>
      </w:r>
      <w:r w:rsidR="003B2ACA">
        <w:t xml:space="preserve"> (de acuerdo con el formato de la APA)</w:t>
      </w:r>
      <w:r w:rsidR="009E68B0">
        <w:t>.</w:t>
      </w:r>
      <w:r w:rsidR="00C84E8E">
        <w:t xml:space="preserve"> </w:t>
      </w:r>
      <w:r w:rsidR="00C84E8E">
        <w:rPr>
          <w:rFonts w:eastAsia="Times New Roman" w:cs="Arial"/>
          <w:bCs/>
        </w:rPr>
        <w:t>Se sugiere utilizar la última versión publicada.</w:t>
      </w:r>
    </w:p>
    <w:p w:rsidR="007B52C1" w:rsidRPr="001D0FB8" w:rsidRDefault="00C84E8E" w:rsidP="00C84E8E">
      <w:pPr>
        <w:pStyle w:val="Ref-biblio"/>
        <w:tabs>
          <w:tab w:val="left" w:pos="4065"/>
        </w:tabs>
      </w:pPr>
      <w:r>
        <w:tab/>
      </w:r>
      <w:r>
        <w:tab/>
      </w:r>
    </w:p>
    <w:p w:rsidR="00A541D2" w:rsidRDefault="00A541D2" w:rsidP="00A541D2">
      <w:pPr>
        <w:rPr>
          <w:sz w:val="36"/>
        </w:rPr>
      </w:pPr>
    </w:p>
    <w:p w:rsidR="00A541D2" w:rsidRDefault="00A541D2" w:rsidP="00A541D2">
      <w:pPr>
        <w:rPr>
          <w:sz w:val="36"/>
        </w:rPr>
        <w:sectPr w:rsidR="00A541D2">
          <w:pgSz w:w="12240" w:h="15840"/>
          <w:pgMar w:top="1418" w:right="1418" w:bottom="1418" w:left="1701" w:header="1134" w:footer="1134" w:gutter="0"/>
          <w:cols w:space="708"/>
          <w:docGrid w:linePitch="360"/>
        </w:sectPr>
      </w:pPr>
    </w:p>
    <w:p w:rsidR="00284D7F" w:rsidRPr="00C1739E" w:rsidRDefault="00284D7F" w:rsidP="00116F6E">
      <w:pPr>
        <w:pStyle w:val="TitGeneral"/>
        <w:jc w:val="center"/>
        <w:rPr>
          <w:sz w:val="26"/>
          <w:szCs w:val="26"/>
        </w:rPr>
      </w:pPr>
      <w:bookmarkStart w:id="33" w:name="_Toc38008702"/>
      <w:bookmarkStart w:id="34" w:name="_Toc38816100"/>
      <w:r w:rsidRPr="00C1739E">
        <w:rPr>
          <w:sz w:val="26"/>
          <w:szCs w:val="26"/>
        </w:rPr>
        <w:lastRenderedPageBreak/>
        <w:t>A</w:t>
      </w:r>
      <w:r w:rsidR="003D29BE" w:rsidRPr="00C1739E">
        <w:rPr>
          <w:sz w:val="26"/>
          <w:szCs w:val="26"/>
        </w:rPr>
        <w:t>nexo</w:t>
      </w:r>
      <w:r w:rsidRPr="00C1739E">
        <w:rPr>
          <w:sz w:val="26"/>
          <w:szCs w:val="26"/>
        </w:rPr>
        <w:t xml:space="preserve"> 1. </w:t>
      </w:r>
      <w:r w:rsidR="00C1739E" w:rsidRPr="00C1739E">
        <w:rPr>
          <w:sz w:val="26"/>
          <w:szCs w:val="26"/>
        </w:rPr>
        <w:t>Título</w:t>
      </w:r>
      <w:r w:rsidR="003D29BE" w:rsidRPr="00C1739E">
        <w:rPr>
          <w:sz w:val="26"/>
          <w:szCs w:val="26"/>
        </w:rPr>
        <w:t xml:space="preserve"> del anexo</w:t>
      </w:r>
      <w:bookmarkEnd w:id="33"/>
      <w:bookmarkEnd w:id="34"/>
    </w:p>
    <w:p w:rsidR="00284D7F" w:rsidRPr="006B5225" w:rsidRDefault="00284D7F" w:rsidP="00E00EAB">
      <w:pPr>
        <w:rPr>
          <w:sz w:val="24"/>
        </w:rPr>
      </w:pPr>
    </w:p>
    <w:p w:rsidR="00284D7F" w:rsidRPr="00C1739E" w:rsidRDefault="007366AA" w:rsidP="00326F51">
      <w:pPr>
        <w:pStyle w:val="TitGeneral"/>
        <w:jc w:val="center"/>
        <w:rPr>
          <w:sz w:val="26"/>
          <w:szCs w:val="26"/>
        </w:rPr>
      </w:pPr>
      <w:r w:rsidRPr="006B5225">
        <w:rPr>
          <w:rFonts w:eastAsiaTheme="minorHAnsi" w:cstheme="minorBidi"/>
          <w:sz w:val="24"/>
          <w:szCs w:val="24"/>
        </w:rPr>
        <w:br w:type="page"/>
      </w:r>
      <w:bookmarkStart w:id="35" w:name="_Toc38008703"/>
      <w:bookmarkStart w:id="36" w:name="_Toc38816101"/>
      <w:r w:rsidR="00284D7F" w:rsidRPr="00C1739E">
        <w:rPr>
          <w:sz w:val="26"/>
          <w:szCs w:val="26"/>
        </w:rPr>
        <w:lastRenderedPageBreak/>
        <w:t>A</w:t>
      </w:r>
      <w:r w:rsidR="00C925D9" w:rsidRPr="00C1739E">
        <w:rPr>
          <w:sz w:val="26"/>
          <w:szCs w:val="26"/>
        </w:rPr>
        <w:t>nexo</w:t>
      </w:r>
      <w:r w:rsidR="00C1739E" w:rsidRPr="00C1739E">
        <w:rPr>
          <w:sz w:val="26"/>
          <w:szCs w:val="26"/>
        </w:rPr>
        <w:t xml:space="preserve"> 2. Título</w:t>
      </w:r>
      <w:r w:rsidR="00C925D9" w:rsidRPr="00C1739E">
        <w:rPr>
          <w:sz w:val="26"/>
          <w:szCs w:val="26"/>
        </w:rPr>
        <w:t xml:space="preserve"> del anexo</w:t>
      </w:r>
      <w:bookmarkEnd w:id="35"/>
      <w:bookmarkEnd w:id="36"/>
    </w:p>
    <w:p w:rsidR="00284D7F" w:rsidRDefault="00284D7F" w:rsidP="00E00EAB">
      <w:pPr>
        <w:rPr>
          <w:sz w:val="24"/>
        </w:rPr>
      </w:pPr>
    </w:p>
    <w:p w:rsidR="00E00EAB" w:rsidRDefault="00E00EAB" w:rsidP="00E00EAB">
      <w:pPr>
        <w:rPr>
          <w:sz w:val="24"/>
        </w:rPr>
      </w:pPr>
    </w:p>
    <w:p w:rsidR="00E00EAB" w:rsidRDefault="00E00EAB" w:rsidP="00E00EAB">
      <w:pPr>
        <w:rPr>
          <w:sz w:val="24"/>
        </w:rPr>
      </w:pPr>
    </w:p>
    <w:p w:rsidR="00E00EAB" w:rsidRPr="00E00EAB" w:rsidRDefault="00E00EAB" w:rsidP="00E00EAB">
      <w:pPr>
        <w:rPr>
          <w:sz w:val="24"/>
        </w:rPr>
      </w:pPr>
    </w:p>
    <w:p w:rsidR="00785841" w:rsidRPr="00C1739E" w:rsidRDefault="007366AA" w:rsidP="00942B34">
      <w:pPr>
        <w:pStyle w:val="TitGeneral"/>
        <w:jc w:val="center"/>
        <w:rPr>
          <w:sz w:val="26"/>
          <w:szCs w:val="26"/>
        </w:rPr>
      </w:pPr>
      <w:r>
        <w:br w:type="page"/>
      </w:r>
      <w:bookmarkStart w:id="37" w:name="_Toc38008704"/>
      <w:bookmarkStart w:id="38" w:name="_Toc38816102"/>
      <w:r w:rsidR="00284D7F" w:rsidRPr="00C1739E">
        <w:rPr>
          <w:sz w:val="26"/>
          <w:szCs w:val="26"/>
        </w:rPr>
        <w:lastRenderedPageBreak/>
        <w:t>A</w:t>
      </w:r>
      <w:r w:rsidR="000F3DA6" w:rsidRPr="00C1739E">
        <w:rPr>
          <w:sz w:val="26"/>
          <w:szCs w:val="26"/>
        </w:rPr>
        <w:t>nexo</w:t>
      </w:r>
      <w:r w:rsidR="00C1739E" w:rsidRPr="00C1739E">
        <w:rPr>
          <w:sz w:val="26"/>
          <w:szCs w:val="26"/>
        </w:rPr>
        <w:t xml:space="preserve"> 3. Título</w:t>
      </w:r>
      <w:r w:rsidR="000F3DA6" w:rsidRPr="00C1739E">
        <w:rPr>
          <w:sz w:val="26"/>
          <w:szCs w:val="26"/>
        </w:rPr>
        <w:t xml:space="preserve"> del anexo</w:t>
      </w:r>
      <w:bookmarkEnd w:id="37"/>
      <w:bookmarkEnd w:id="38"/>
    </w:p>
    <w:p w:rsidR="0071304C" w:rsidRDefault="0071304C" w:rsidP="00785841">
      <w:pPr>
        <w:rPr>
          <w:sz w:val="24"/>
        </w:rPr>
      </w:pPr>
    </w:p>
    <w:p w:rsidR="005E3030" w:rsidRPr="009C0E96" w:rsidRDefault="005E3030" w:rsidP="009C0E96"/>
    <w:sectPr w:rsidR="005E3030" w:rsidRPr="009C0E96" w:rsidSect="005E3030">
      <w:pgSz w:w="12240" w:h="15840"/>
      <w:pgMar w:top="1418" w:right="1418" w:bottom="1418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1A" w:rsidRDefault="00D7741A">
      <w:r>
        <w:separator/>
      </w:r>
    </w:p>
  </w:endnote>
  <w:endnote w:type="continuationSeparator" w:id="0">
    <w:p w:rsidR="00D7741A" w:rsidRDefault="00D7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1A" w:rsidRDefault="00D7741A">
      <w:r>
        <w:separator/>
      </w:r>
    </w:p>
  </w:footnote>
  <w:footnote w:type="continuationSeparator" w:id="0">
    <w:p w:rsidR="00D7741A" w:rsidRDefault="00D7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12" w:rsidRDefault="00F10412">
    <w:pPr>
      <w:pStyle w:val="Encabezado"/>
    </w:pPr>
    <w:r w:rsidRPr="00F10412"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-889635</wp:posOffset>
          </wp:positionH>
          <wp:positionV relativeFrom="paragraph">
            <wp:posOffset>-710021</wp:posOffset>
          </wp:positionV>
          <wp:extent cx="7766050" cy="9756269"/>
          <wp:effectExtent l="0" t="0" r="6350" b="0"/>
          <wp:wrapNone/>
          <wp:docPr id="1" name="Imagen 1" descr="C:\Users\COMUNICACION\Downloads\tesis y tesina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MUNICACION\Downloads\tesis y tesina-jpg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24"/>
                  <a:stretch/>
                </pic:blipFill>
                <pic:spPr bwMode="auto">
                  <a:xfrm>
                    <a:off x="0" y="0"/>
                    <a:ext cx="7766050" cy="97562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1D" w:rsidRDefault="00E9281D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CEDF605" wp14:editId="50041CBF">
              <wp:simplePos x="0" y="0"/>
              <wp:positionH relativeFrom="margin">
                <wp:posOffset>323463</wp:posOffset>
              </wp:positionH>
              <wp:positionV relativeFrom="paragraph">
                <wp:posOffset>-517221</wp:posOffset>
              </wp:positionV>
              <wp:extent cx="5608320" cy="1022985"/>
              <wp:effectExtent l="0" t="0" r="0" b="5715"/>
              <wp:wrapNone/>
              <wp:docPr id="19" name="Gru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8320" cy="1022985"/>
                        <a:chOff x="0" y="0"/>
                        <a:chExt cx="5608900" cy="1023482"/>
                      </a:xfrm>
                    </wpg:grpSpPr>
                    <pic:pic xmlns:pic="http://schemas.openxmlformats.org/drawingml/2006/picture">
                      <pic:nvPicPr>
                        <pic:cNvPr id="20" name="Imagen 2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r="32064" b="-10136"/>
                        <a:stretch/>
                      </pic:blipFill>
                      <pic:spPr bwMode="auto">
                        <a:xfrm>
                          <a:off x="0" y="63610"/>
                          <a:ext cx="3069590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Imagen 2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693"/>
                        <a:stretch/>
                      </pic:blipFill>
                      <pic:spPr bwMode="auto">
                        <a:xfrm>
                          <a:off x="4190338" y="0"/>
                          <a:ext cx="141795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65475" y="652007"/>
                          <a:ext cx="45434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81D" w:rsidRDefault="00E9281D" w:rsidP="00E9281D">
                            <w:r>
                              <w:rPr>
                                <w:rFonts w:ascii="Montserrat Medium" w:hAnsi="Montserrat Medium" w:cs="Arial"/>
                                <w:b/>
                                <w:noProof/>
                                <w:color w:val="737373"/>
                                <w:sz w:val="18"/>
                                <w:szCs w:val="18"/>
                                <w:lang w:eastAsia="es-MX"/>
                              </w:rPr>
                              <w:t>Centro Interdisciplinario de Investigación y Docencia en Educación Técnica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EDF605" id="Grupo 19" o:spid="_x0000_s1026" style="position:absolute;left:0;text-align:left;margin-left:25.45pt;margin-top:-40.75pt;width:441.6pt;height:80.55pt;z-index:251663360;mso-position-horizontal-relative:margin" coordsize="56089,1023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0" o:spid="_x0000_s1027" type="#_x0000_t75" style="position:absolute;top:636;width:30695;height:6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z5tm/AAAA2wAAAA8AAABkcnMvZG93bnJldi54bWxET0tuwjAQ3VfqHayp1F1xyAJQikEIVKli&#10;18ABpvYQp43HwXY+vX29qNTl0/tv97PrxEghtp4VLBcFCGLtTcuNguvl7WUDIiZkg51nUvBDEfa7&#10;x4ctVsZP/EFjnRqRQzhWqMCm1FdSRm3JYVz4njhzNx8cpgxDI03AKYe7TpZFsZIOW84NFns6WtLf&#10;9eAUDBzM10k3Z7vmz/ttRH1cu41Sz0/z4RVEojn9i//c70ZBmdfnL/kHyN0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s+bZvwAAANsAAAAPAAAAAAAAAAAAAAAAAJ8CAABk&#10;cnMvZG93bnJldi54bWxQSwUGAAAAAAQABAD3AAAAiwMAAAAA&#10;">
                <v:imagedata r:id="rId2" o:title="" croptop="1f" cropbottom="-6643f" cropright="21013f"/>
                <v:path arrowok="t"/>
              </v:shape>
              <v:shape id="Imagen 21" o:spid="_x0000_s1028" type="#_x0000_t75" style="position:absolute;left:41903;width:14179;height:7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dEfbEAAAA2wAAAA8AAABkcnMvZG93bnJldi54bWxEj81qwzAQhO+FvIPYQm+J7DQtxY0S8kMh&#10;pO2hdnNfrK1laq2MpCbO20eBQI/DzHzDzJeD7cSRfGgdK8gnGQji2umWGwXf1dv4BUSIyBo7x6Tg&#10;TAGWi9HdHAvtTvxFxzI2IkE4FKjAxNgXUobakMUwcT1x8n6ctxiT9I3UHk8Jbjs5zbJnabHltGCw&#10;p42h+rf8swo+nirzuXmfWbevHv36UG7dIa+UergfVq8gIg3xP3xr77SCaQ7XL+kH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dEfbEAAAA2wAAAA8AAAAAAAAAAAAAAAAA&#10;nwIAAGRycy9kb3ducmV2LnhtbFBLBQYAAAAABAAEAPcAAACQAwAAAAA=&#10;">
                <v:imagedata r:id="rId2" o:title="" cropleft="49606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10654;top:6520;width:4543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<v:textbox>
                  <w:txbxContent>
                    <w:p w:rsidR="00E9281D" w:rsidRDefault="00E9281D" w:rsidP="00E9281D">
                      <w:r>
                        <w:rPr>
                          <w:rFonts w:ascii="Montserrat Medium" w:hAnsi="Montserrat Medium" w:cs="Arial"/>
                          <w:b/>
                          <w:noProof/>
                          <w:color w:val="737373"/>
                          <w:sz w:val="18"/>
                          <w:szCs w:val="18"/>
                          <w:lang w:eastAsia="es-MX"/>
                        </w:rPr>
                        <w:t>Centro Interdisciplinario de Investigación y Docencia en Educación Técnica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684A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ED272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8ADC4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BC908E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5650B532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7B2EC6"/>
    <w:multiLevelType w:val="hybridMultilevel"/>
    <w:tmpl w:val="11CE8E30"/>
    <w:lvl w:ilvl="0" w:tplc="9B1869C4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3" w:hanging="360"/>
      </w:pPr>
    </w:lvl>
    <w:lvl w:ilvl="2" w:tplc="080A001B" w:tentative="1">
      <w:start w:val="1"/>
      <w:numFmt w:val="lowerRoman"/>
      <w:lvlText w:val="%3."/>
      <w:lvlJc w:val="right"/>
      <w:pPr>
        <w:ind w:left="1913" w:hanging="180"/>
      </w:pPr>
    </w:lvl>
    <w:lvl w:ilvl="3" w:tplc="080A000F" w:tentative="1">
      <w:start w:val="1"/>
      <w:numFmt w:val="decimal"/>
      <w:lvlText w:val="%4."/>
      <w:lvlJc w:val="left"/>
      <w:pPr>
        <w:ind w:left="2633" w:hanging="360"/>
      </w:pPr>
    </w:lvl>
    <w:lvl w:ilvl="4" w:tplc="080A0019" w:tentative="1">
      <w:start w:val="1"/>
      <w:numFmt w:val="lowerLetter"/>
      <w:lvlText w:val="%5."/>
      <w:lvlJc w:val="left"/>
      <w:pPr>
        <w:ind w:left="3353" w:hanging="360"/>
      </w:pPr>
    </w:lvl>
    <w:lvl w:ilvl="5" w:tplc="080A001B" w:tentative="1">
      <w:start w:val="1"/>
      <w:numFmt w:val="lowerRoman"/>
      <w:lvlText w:val="%6."/>
      <w:lvlJc w:val="right"/>
      <w:pPr>
        <w:ind w:left="4073" w:hanging="180"/>
      </w:pPr>
    </w:lvl>
    <w:lvl w:ilvl="6" w:tplc="080A000F" w:tentative="1">
      <w:start w:val="1"/>
      <w:numFmt w:val="decimal"/>
      <w:lvlText w:val="%7."/>
      <w:lvlJc w:val="left"/>
      <w:pPr>
        <w:ind w:left="4793" w:hanging="360"/>
      </w:pPr>
    </w:lvl>
    <w:lvl w:ilvl="7" w:tplc="080A0019" w:tentative="1">
      <w:start w:val="1"/>
      <w:numFmt w:val="lowerLetter"/>
      <w:lvlText w:val="%8."/>
      <w:lvlJc w:val="left"/>
      <w:pPr>
        <w:ind w:left="5513" w:hanging="360"/>
      </w:pPr>
    </w:lvl>
    <w:lvl w:ilvl="8" w:tplc="08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0C641892"/>
    <w:multiLevelType w:val="hybridMultilevel"/>
    <w:tmpl w:val="987410B6"/>
    <w:lvl w:ilvl="0" w:tplc="20B63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408D8"/>
    <w:multiLevelType w:val="hybridMultilevel"/>
    <w:tmpl w:val="1BA02C32"/>
    <w:lvl w:ilvl="0" w:tplc="4BCAF6A8">
      <w:numFmt w:val="bullet"/>
      <w:lvlText w:val="-"/>
      <w:lvlJc w:val="left"/>
      <w:pPr>
        <w:ind w:left="720" w:hanging="360"/>
      </w:pPr>
      <w:rPr>
        <w:rFonts w:ascii="Arial" w:eastAsia="Calibri" w:hAnsi="Arial" w:cs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40FD"/>
    <w:multiLevelType w:val="hybridMultilevel"/>
    <w:tmpl w:val="70BE9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A0FDD"/>
    <w:multiLevelType w:val="multilevel"/>
    <w:tmpl w:val="EF426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56779E"/>
    <w:multiLevelType w:val="hybridMultilevel"/>
    <w:tmpl w:val="280A7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279B7"/>
    <w:multiLevelType w:val="hybridMultilevel"/>
    <w:tmpl w:val="A1DA9D5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F638B"/>
    <w:multiLevelType w:val="hybridMultilevel"/>
    <w:tmpl w:val="79E835AC"/>
    <w:lvl w:ilvl="0" w:tplc="080A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347F3512"/>
    <w:multiLevelType w:val="hybridMultilevel"/>
    <w:tmpl w:val="DD245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F188A"/>
    <w:multiLevelType w:val="hybridMultilevel"/>
    <w:tmpl w:val="1F766D4E"/>
    <w:lvl w:ilvl="0" w:tplc="080A000B">
      <w:start w:val="1"/>
      <w:numFmt w:val="bullet"/>
      <w:lvlText w:val=""/>
      <w:lvlJc w:val="left"/>
      <w:pPr>
        <w:tabs>
          <w:tab w:val="num" w:pos="567"/>
        </w:tabs>
        <w:ind w:left="510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772D9"/>
    <w:multiLevelType w:val="hybridMultilevel"/>
    <w:tmpl w:val="AEFC8E8A"/>
    <w:lvl w:ilvl="0" w:tplc="6E2026C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6" w15:restartNumberingAfterBreak="0">
    <w:nsid w:val="3E5D40CA"/>
    <w:multiLevelType w:val="hybridMultilevel"/>
    <w:tmpl w:val="7FD444B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74415"/>
    <w:multiLevelType w:val="hybridMultilevel"/>
    <w:tmpl w:val="477A89AE"/>
    <w:lvl w:ilvl="0" w:tplc="19182D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7857BF"/>
    <w:multiLevelType w:val="hybridMultilevel"/>
    <w:tmpl w:val="16E80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B1A94"/>
    <w:multiLevelType w:val="hybridMultilevel"/>
    <w:tmpl w:val="FB0A6C2C"/>
    <w:lvl w:ilvl="0" w:tplc="E912E6A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015A8"/>
    <w:multiLevelType w:val="multilevel"/>
    <w:tmpl w:val="1FA20D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3E366A9"/>
    <w:multiLevelType w:val="hybridMultilevel"/>
    <w:tmpl w:val="601A498E"/>
    <w:lvl w:ilvl="0" w:tplc="7ACC6DA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D4CE5"/>
    <w:multiLevelType w:val="hybridMultilevel"/>
    <w:tmpl w:val="D0BAEC50"/>
    <w:lvl w:ilvl="0" w:tplc="8A4E32B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D324CC"/>
    <w:multiLevelType w:val="hybridMultilevel"/>
    <w:tmpl w:val="E15891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532D3"/>
    <w:multiLevelType w:val="hybridMultilevel"/>
    <w:tmpl w:val="8D92B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F5574"/>
    <w:multiLevelType w:val="multilevel"/>
    <w:tmpl w:val="46768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1082CA0"/>
    <w:multiLevelType w:val="hybridMultilevel"/>
    <w:tmpl w:val="74C4122C"/>
    <w:lvl w:ilvl="0" w:tplc="080A000B">
      <w:start w:val="1"/>
      <w:numFmt w:val="bullet"/>
      <w:lvlText w:val=""/>
      <w:lvlJc w:val="left"/>
      <w:pPr>
        <w:tabs>
          <w:tab w:val="num" w:pos="567"/>
        </w:tabs>
        <w:ind w:left="510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277A"/>
    <w:multiLevelType w:val="hybridMultilevel"/>
    <w:tmpl w:val="84C05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469CE"/>
    <w:multiLevelType w:val="hybridMultilevel"/>
    <w:tmpl w:val="AE2E97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333F2"/>
    <w:multiLevelType w:val="hybridMultilevel"/>
    <w:tmpl w:val="749285C2"/>
    <w:lvl w:ilvl="0" w:tplc="0000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E6FBB"/>
    <w:multiLevelType w:val="hybridMultilevel"/>
    <w:tmpl w:val="8DC40C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04B65"/>
    <w:multiLevelType w:val="hybridMultilevel"/>
    <w:tmpl w:val="356252FA"/>
    <w:lvl w:ilvl="0" w:tplc="44E0C6D8">
      <w:start w:val="1"/>
      <w:numFmt w:val="decimal"/>
      <w:pStyle w:val="Subcapitulo1"/>
      <w:lvlText w:val="%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7EE1"/>
    <w:multiLevelType w:val="hybridMultilevel"/>
    <w:tmpl w:val="9D487DC0"/>
    <w:lvl w:ilvl="0" w:tplc="9AFAF222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3" w15:restartNumberingAfterBreak="0">
    <w:nsid w:val="75F80949"/>
    <w:multiLevelType w:val="hybridMultilevel"/>
    <w:tmpl w:val="F0C8D4D8"/>
    <w:lvl w:ilvl="0" w:tplc="FA80BD12">
      <w:start w:val="1"/>
      <w:numFmt w:val="decimal"/>
      <w:pStyle w:val="Apartado"/>
      <w:lvlText w:val="%1.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86206"/>
    <w:multiLevelType w:val="hybridMultilevel"/>
    <w:tmpl w:val="A7607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8"/>
  </w:num>
  <w:num w:numId="4">
    <w:abstractNumId w:val="27"/>
  </w:num>
  <w:num w:numId="5">
    <w:abstractNumId w:val="6"/>
  </w:num>
  <w:num w:numId="6">
    <w:abstractNumId w:val="34"/>
  </w:num>
  <w:num w:numId="7">
    <w:abstractNumId w:val="22"/>
  </w:num>
  <w:num w:numId="8">
    <w:abstractNumId w:val="24"/>
  </w:num>
  <w:num w:numId="9">
    <w:abstractNumId w:val="10"/>
  </w:num>
  <w:num w:numId="10">
    <w:abstractNumId w:val="20"/>
  </w:num>
  <w:num w:numId="11">
    <w:abstractNumId w:val="17"/>
  </w:num>
  <w:num w:numId="12">
    <w:abstractNumId w:val="8"/>
  </w:num>
  <w:num w:numId="13">
    <w:abstractNumId w:val="4"/>
  </w:num>
  <w:num w:numId="14">
    <w:abstractNumId w:val="3"/>
  </w:num>
  <w:num w:numId="15">
    <w:abstractNumId w:val="2"/>
  </w:num>
  <w:num w:numId="16">
    <w:abstractNumId w:val="15"/>
  </w:num>
  <w:num w:numId="17">
    <w:abstractNumId w:val="32"/>
  </w:num>
  <w:num w:numId="18">
    <w:abstractNumId w:val="1"/>
  </w:num>
  <w:num w:numId="19">
    <w:abstractNumId w:val="30"/>
  </w:num>
  <w:num w:numId="20">
    <w:abstractNumId w:val="19"/>
  </w:num>
  <w:num w:numId="21">
    <w:abstractNumId w:val="14"/>
  </w:num>
  <w:num w:numId="22">
    <w:abstractNumId w:val="5"/>
  </w:num>
  <w:num w:numId="23">
    <w:abstractNumId w:val="11"/>
  </w:num>
  <w:num w:numId="24">
    <w:abstractNumId w:val="12"/>
  </w:num>
  <w:num w:numId="25">
    <w:abstractNumId w:val="9"/>
  </w:num>
  <w:num w:numId="26">
    <w:abstractNumId w:val="26"/>
  </w:num>
  <w:num w:numId="27">
    <w:abstractNumId w:val="7"/>
  </w:num>
  <w:num w:numId="28">
    <w:abstractNumId w:val="21"/>
  </w:num>
  <w:num w:numId="29">
    <w:abstractNumId w:val="23"/>
  </w:num>
  <w:num w:numId="30">
    <w:abstractNumId w:val="28"/>
  </w:num>
  <w:num w:numId="31">
    <w:abstractNumId w:val="16"/>
  </w:num>
  <w:num w:numId="32">
    <w:abstractNumId w:val="0"/>
  </w:num>
  <w:num w:numId="33">
    <w:abstractNumId w:val="29"/>
  </w:num>
  <w:num w:numId="34">
    <w:abstractNumId w:val="3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88"/>
    <w:rsid w:val="00016971"/>
    <w:rsid w:val="00017AE6"/>
    <w:rsid w:val="00083C60"/>
    <w:rsid w:val="000872BA"/>
    <w:rsid w:val="000928DC"/>
    <w:rsid w:val="000C4495"/>
    <w:rsid w:val="000E7640"/>
    <w:rsid w:val="000F3DA6"/>
    <w:rsid w:val="0010107B"/>
    <w:rsid w:val="00116F6E"/>
    <w:rsid w:val="00127003"/>
    <w:rsid w:val="00134DA2"/>
    <w:rsid w:val="001702F8"/>
    <w:rsid w:val="001A1885"/>
    <w:rsid w:val="001A4767"/>
    <w:rsid w:val="001D0FB8"/>
    <w:rsid w:val="001F7A8C"/>
    <w:rsid w:val="002027B9"/>
    <w:rsid w:val="002127E2"/>
    <w:rsid w:val="00222932"/>
    <w:rsid w:val="00223077"/>
    <w:rsid w:val="002318C2"/>
    <w:rsid w:val="00233A4F"/>
    <w:rsid w:val="00234CFA"/>
    <w:rsid w:val="0023692A"/>
    <w:rsid w:val="00253FE6"/>
    <w:rsid w:val="00264533"/>
    <w:rsid w:val="00270BD0"/>
    <w:rsid w:val="002815FA"/>
    <w:rsid w:val="00284D7F"/>
    <w:rsid w:val="002A2F5E"/>
    <w:rsid w:val="002B16B8"/>
    <w:rsid w:val="002B4D51"/>
    <w:rsid w:val="002D2B90"/>
    <w:rsid w:val="002D5F45"/>
    <w:rsid w:val="002D62EC"/>
    <w:rsid w:val="002E5A17"/>
    <w:rsid w:val="002F1B57"/>
    <w:rsid w:val="002F2312"/>
    <w:rsid w:val="0031274D"/>
    <w:rsid w:val="00326F51"/>
    <w:rsid w:val="003276D9"/>
    <w:rsid w:val="00336784"/>
    <w:rsid w:val="00337443"/>
    <w:rsid w:val="00337A3B"/>
    <w:rsid w:val="00342F5E"/>
    <w:rsid w:val="003502C4"/>
    <w:rsid w:val="003515C1"/>
    <w:rsid w:val="0036427D"/>
    <w:rsid w:val="0039298F"/>
    <w:rsid w:val="003A11F6"/>
    <w:rsid w:val="003B0FB4"/>
    <w:rsid w:val="003B2ACA"/>
    <w:rsid w:val="003C0934"/>
    <w:rsid w:val="003C0D17"/>
    <w:rsid w:val="003C52B4"/>
    <w:rsid w:val="003D29BE"/>
    <w:rsid w:val="003E4B37"/>
    <w:rsid w:val="00411CE9"/>
    <w:rsid w:val="00416027"/>
    <w:rsid w:val="004178F4"/>
    <w:rsid w:val="004202C9"/>
    <w:rsid w:val="00436C1F"/>
    <w:rsid w:val="00440707"/>
    <w:rsid w:val="00450266"/>
    <w:rsid w:val="0047047C"/>
    <w:rsid w:val="00484AD3"/>
    <w:rsid w:val="00496895"/>
    <w:rsid w:val="004C4852"/>
    <w:rsid w:val="004D7533"/>
    <w:rsid w:val="004F1D9E"/>
    <w:rsid w:val="004F7DCB"/>
    <w:rsid w:val="00500FB3"/>
    <w:rsid w:val="00502550"/>
    <w:rsid w:val="00503DF5"/>
    <w:rsid w:val="00511DDD"/>
    <w:rsid w:val="005157A0"/>
    <w:rsid w:val="00517908"/>
    <w:rsid w:val="00522619"/>
    <w:rsid w:val="00530EF1"/>
    <w:rsid w:val="00541E03"/>
    <w:rsid w:val="005500F0"/>
    <w:rsid w:val="00577B75"/>
    <w:rsid w:val="00593D02"/>
    <w:rsid w:val="005B2F90"/>
    <w:rsid w:val="005D0818"/>
    <w:rsid w:val="005D0C6B"/>
    <w:rsid w:val="005D0D1B"/>
    <w:rsid w:val="005D6477"/>
    <w:rsid w:val="005E0B1B"/>
    <w:rsid w:val="005E0B60"/>
    <w:rsid w:val="005E3030"/>
    <w:rsid w:val="005E54F3"/>
    <w:rsid w:val="005F20BA"/>
    <w:rsid w:val="005F2965"/>
    <w:rsid w:val="00617006"/>
    <w:rsid w:val="006225EB"/>
    <w:rsid w:val="006455A0"/>
    <w:rsid w:val="006468AB"/>
    <w:rsid w:val="0065531C"/>
    <w:rsid w:val="00686C4F"/>
    <w:rsid w:val="006A264D"/>
    <w:rsid w:val="006B5225"/>
    <w:rsid w:val="006B785E"/>
    <w:rsid w:val="006B7AE7"/>
    <w:rsid w:val="006E46D1"/>
    <w:rsid w:val="006E78E5"/>
    <w:rsid w:val="006E7BE8"/>
    <w:rsid w:val="006F5D42"/>
    <w:rsid w:val="007046F2"/>
    <w:rsid w:val="0071304C"/>
    <w:rsid w:val="007277C8"/>
    <w:rsid w:val="007366AA"/>
    <w:rsid w:val="00747B23"/>
    <w:rsid w:val="00785841"/>
    <w:rsid w:val="007A7F19"/>
    <w:rsid w:val="007B4B6D"/>
    <w:rsid w:val="007B52C1"/>
    <w:rsid w:val="007E7C95"/>
    <w:rsid w:val="007F4020"/>
    <w:rsid w:val="00836331"/>
    <w:rsid w:val="0087110B"/>
    <w:rsid w:val="0088319A"/>
    <w:rsid w:val="008B0B6C"/>
    <w:rsid w:val="008B2C2E"/>
    <w:rsid w:val="008B3E14"/>
    <w:rsid w:val="008C2A88"/>
    <w:rsid w:val="008D0EBB"/>
    <w:rsid w:val="008D3EE4"/>
    <w:rsid w:val="008E12F5"/>
    <w:rsid w:val="00903027"/>
    <w:rsid w:val="00915049"/>
    <w:rsid w:val="009167BD"/>
    <w:rsid w:val="00920E87"/>
    <w:rsid w:val="009309AA"/>
    <w:rsid w:val="00933D49"/>
    <w:rsid w:val="00942B34"/>
    <w:rsid w:val="009477B5"/>
    <w:rsid w:val="009645B1"/>
    <w:rsid w:val="00974672"/>
    <w:rsid w:val="009935E9"/>
    <w:rsid w:val="009A75C8"/>
    <w:rsid w:val="009C0E96"/>
    <w:rsid w:val="009C26BB"/>
    <w:rsid w:val="009C5D57"/>
    <w:rsid w:val="009E39D3"/>
    <w:rsid w:val="009E68B0"/>
    <w:rsid w:val="009F72BE"/>
    <w:rsid w:val="00A23E4A"/>
    <w:rsid w:val="00A26897"/>
    <w:rsid w:val="00A416B4"/>
    <w:rsid w:val="00A541D2"/>
    <w:rsid w:val="00A66A61"/>
    <w:rsid w:val="00A75CE9"/>
    <w:rsid w:val="00A815E4"/>
    <w:rsid w:val="00A8274F"/>
    <w:rsid w:val="00A93037"/>
    <w:rsid w:val="00AA66CF"/>
    <w:rsid w:val="00AC2F44"/>
    <w:rsid w:val="00AE08BD"/>
    <w:rsid w:val="00AE3365"/>
    <w:rsid w:val="00AF2240"/>
    <w:rsid w:val="00B155E8"/>
    <w:rsid w:val="00B1776D"/>
    <w:rsid w:val="00B24136"/>
    <w:rsid w:val="00B34D8A"/>
    <w:rsid w:val="00B417CD"/>
    <w:rsid w:val="00B54FC5"/>
    <w:rsid w:val="00B84134"/>
    <w:rsid w:val="00BB5E8C"/>
    <w:rsid w:val="00BB7F4F"/>
    <w:rsid w:val="00BC4646"/>
    <w:rsid w:val="00C14480"/>
    <w:rsid w:val="00C1739E"/>
    <w:rsid w:val="00C20E56"/>
    <w:rsid w:val="00C2408F"/>
    <w:rsid w:val="00C506FD"/>
    <w:rsid w:val="00C717D4"/>
    <w:rsid w:val="00C84E8E"/>
    <w:rsid w:val="00C91DC9"/>
    <w:rsid w:val="00C925D9"/>
    <w:rsid w:val="00C95BE6"/>
    <w:rsid w:val="00CA0268"/>
    <w:rsid w:val="00CA4BC6"/>
    <w:rsid w:val="00CA79E0"/>
    <w:rsid w:val="00CB0916"/>
    <w:rsid w:val="00CB5776"/>
    <w:rsid w:val="00CB71A8"/>
    <w:rsid w:val="00CC5027"/>
    <w:rsid w:val="00CC6D93"/>
    <w:rsid w:val="00CE1ED0"/>
    <w:rsid w:val="00CE4ECC"/>
    <w:rsid w:val="00CF1A6F"/>
    <w:rsid w:val="00D00FCC"/>
    <w:rsid w:val="00D0485A"/>
    <w:rsid w:val="00D0548F"/>
    <w:rsid w:val="00D27999"/>
    <w:rsid w:val="00D51863"/>
    <w:rsid w:val="00D56C2B"/>
    <w:rsid w:val="00D62AA8"/>
    <w:rsid w:val="00D673C1"/>
    <w:rsid w:val="00D7267C"/>
    <w:rsid w:val="00D74DDE"/>
    <w:rsid w:val="00D7741A"/>
    <w:rsid w:val="00D84510"/>
    <w:rsid w:val="00D926DF"/>
    <w:rsid w:val="00D96752"/>
    <w:rsid w:val="00DB3611"/>
    <w:rsid w:val="00DB484B"/>
    <w:rsid w:val="00DB646C"/>
    <w:rsid w:val="00DC0B35"/>
    <w:rsid w:val="00DC4CA6"/>
    <w:rsid w:val="00DD1278"/>
    <w:rsid w:val="00DD4798"/>
    <w:rsid w:val="00DD7628"/>
    <w:rsid w:val="00DE2AE5"/>
    <w:rsid w:val="00DE3B72"/>
    <w:rsid w:val="00E00EAB"/>
    <w:rsid w:val="00E0326D"/>
    <w:rsid w:val="00E05FB5"/>
    <w:rsid w:val="00E12D87"/>
    <w:rsid w:val="00E56CB2"/>
    <w:rsid w:val="00E70E5D"/>
    <w:rsid w:val="00E76EDD"/>
    <w:rsid w:val="00E8031D"/>
    <w:rsid w:val="00E9281D"/>
    <w:rsid w:val="00E9606E"/>
    <w:rsid w:val="00EA5E88"/>
    <w:rsid w:val="00EB29E6"/>
    <w:rsid w:val="00EC5561"/>
    <w:rsid w:val="00EE2F79"/>
    <w:rsid w:val="00F011C9"/>
    <w:rsid w:val="00F07B63"/>
    <w:rsid w:val="00F10412"/>
    <w:rsid w:val="00F1427D"/>
    <w:rsid w:val="00F17A60"/>
    <w:rsid w:val="00F206BD"/>
    <w:rsid w:val="00F27A3D"/>
    <w:rsid w:val="00F432E6"/>
    <w:rsid w:val="00F94FD7"/>
    <w:rsid w:val="00F95D3B"/>
    <w:rsid w:val="00FA1827"/>
    <w:rsid w:val="00FA7138"/>
    <w:rsid w:val="00FB131B"/>
    <w:rsid w:val="00FB5E7C"/>
    <w:rsid w:val="00FC3CD1"/>
    <w:rsid w:val="00FC7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42654"/>
  <w15:docId w15:val="{C48C1FE6-C287-4F95-B534-B83556AD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AE6"/>
    <w:pPr>
      <w:spacing w:line="360" w:lineRule="auto"/>
      <w:jc w:val="both"/>
    </w:pPr>
    <w:rPr>
      <w:rFonts w:ascii="Arial" w:hAnsi="Arial"/>
      <w:sz w:val="22"/>
    </w:rPr>
  </w:style>
  <w:style w:type="paragraph" w:styleId="Ttulo1">
    <w:name w:val="heading 1"/>
    <w:basedOn w:val="Normal"/>
    <w:next w:val="Normal"/>
    <w:link w:val="Ttulo1Car"/>
    <w:rsid w:val="005157A0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rsid w:val="007366AA"/>
    <w:pPr>
      <w:outlineLvl w:val="1"/>
    </w:pPr>
    <w:rPr>
      <w:rFonts w:cs="Arial"/>
      <w:sz w:val="28"/>
    </w:rPr>
  </w:style>
  <w:style w:type="paragraph" w:styleId="Ttulo3">
    <w:name w:val="heading 3"/>
    <w:basedOn w:val="Normal"/>
    <w:next w:val="Normal"/>
    <w:link w:val="Ttulo3Car"/>
    <w:rsid w:val="00EB29E6"/>
    <w:pPr>
      <w:outlineLvl w:val="2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342F5E"/>
    <w:pPr>
      <w:tabs>
        <w:tab w:val="center" w:pos="4252"/>
        <w:tab w:val="right" w:pos="8504"/>
      </w:tabs>
    </w:pPr>
    <w:rPr>
      <w:rFonts w:ascii="Calibri" w:eastAsia="Calibri" w:hAnsi="Calibri" w:cs="Times New Roman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2F5E"/>
    <w:rPr>
      <w:rFonts w:ascii="Calibri" w:eastAsia="Calibri" w:hAnsi="Calibri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BC464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5157A0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7366AA"/>
    <w:rPr>
      <w:rFonts w:ascii="Arial" w:hAnsi="Arial" w:cs="Arial"/>
      <w:sz w:val="28"/>
    </w:rPr>
  </w:style>
  <w:style w:type="character" w:customStyle="1" w:styleId="Ttulo3Car">
    <w:name w:val="Título 3 Car"/>
    <w:basedOn w:val="Fuentedeprrafopredeter"/>
    <w:link w:val="Ttulo3"/>
    <w:rsid w:val="00EB29E6"/>
    <w:rPr>
      <w:rFonts w:ascii="Arial" w:hAnsi="Arial"/>
      <w:sz w:val="28"/>
    </w:rPr>
  </w:style>
  <w:style w:type="paragraph" w:styleId="Lista">
    <w:name w:val="List"/>
    <w:basedOn w:val="Normal"/>
    <w:rsid w:val="00284D7F"/>
    <w:pPr>
      <w:ind w:left="283" w:hanging="283"/>
      <w:contextualSpacing/>
    </w:pPr>
  </w:style>
  <w:style w:type="paragraph" w:styleId="Listaconnmeros">
    <w:name w:val="List Number"/>
    <w:basedOn w:val="Normal"/>
    <w:rsid w:val="00284D7F"/>
    <w:pPr>
      <w:numPr>
        <w:numId w:val="13"/>
      </w:numPr>
      <w:contextualSpacing/>
    </w:pPr>
  </w:style>
  <w:style w:type="paragraph" w:styleId="Listaconnmeros2">
    <w:name w:val="List Number 2"/>
    <w:basedOn w:val="Normal"/>
    <w:rsid w:val="00284D7F"/>
    <w:pPr>
      <w:numPr>
        <w:numId w:val="14"/>
      </w:numPr>
      <w:contextualSpacing/>
    </w:pPr>
  </w:style>
  <w:style w:type="paragraph" w:styleId="Listaconnmeros3">
    <w:name w:val="List Number 3"/>
    <w:basedOn w:val="Normal"/>
    <w:rsid w:val="00284D7F"/>
    <w:pPr>
      <w:numPr>
        <w:numId w:val="15"/>
      </w:numPr>
      <w:contextualSpacing/>
    </w:pPr>
  </w:style>
  <w:style w:type="paragraph" w:styleId="TtuloTDC">
    <w:name w:val="TOC Heading"/>
    <w:aliases w:val="Capitulo"/>
    <w:basedOn w:val="Ttulo1"/>
    <w:next w:val="Normal"/>
    <w:uiPriority w:val="39"/>
    <w:unhideWhenUsed/>
    <w:qFormat/>
    <w:rsid w:val="00B417CD"/>
    <w:pPr>
      <w:spacing w:after="240" w:line="276" w:lineRule="auto"/>
      <w:jc w:val="left"/>
      <w:outlineLvl w:val="9"/>
    </w:pPr>
    <w:rPr>
      <w:caps/>
      <w:color w:val="auto"/>
      <w:szCs w:val="28"/>
      <w:lang w:val="en-US"/>
    </w:rPr>
  </w:style>
  <w:style w:type="paragraph" w:styleId="Listaconnmeros4">
    <w:name w:val="List Number 4"/>
    <w:basedOn w:val="Normal"/>
    <w:rsid w:val="0031274D"/>
    <w:pPr>
      <w:numPr>
        <w:numId w:val="18"/>
      </w:numPr>
      <w:contextualSpacing/>
    </w:pPr>
  </w:style>
  <w:style w:type="paragraph" w:styleId="TDC1">
    <w:name w:val="toc 1"/>
    <w:basedOn w:val="Normal"/>
    <w:next w:val="Normal"/>
    <w:autoRedefine/>
    <w:uiPriority w:val="39"/>
    <w:rsid w:val="005157A0"/>
    <w:pPr>
      <w:keepNext/>
      <w:spacing w:before="120" w:line="240" w:lineRule="auto"/>
    </w:pPr>
    <w:rPr>
      <w:b/>
    </w:rPr>
  </w:style>
  <w:style w:type="paragraph" w:styleId="TDC2">
    <w:name w:val="toc 2"/>
    <w:basedOn w:val="Normal"/>
    <w:next w:val="Normal"/>
    <w:autoRedefine/>
    <w:uiPriority w:val="39"/>
    <w:rsid w:val="0031274D"/>
    <w:pPr>
      <w:ind w:left="220"/>
    </w:pPr>
    <w:rPr>
      <w:rFonts w:asciiTheme="minorHAnsi" w:hAnsiTheme="minorHAnsi"/>
      <w:b/>
      <w:szCs w:val="22"/>
    </w:rPr>
  </w:style>
  <w:style w:type="paragraph" w:styleId="TDC3">
    <w:name w:val="toc 3"/>
    <w:basedOn w:val="Normal"/>
    <w:next w:val="Normal"/>
    <w:autoRedefine/>
    <w:uiPriority w:val="39"/>
    <w:rsid w:val="0031274D"/>
    <w:pPr>
      <w:ind w:left="440"/>
    </w:pPr>
    <w:rPr>
      <w:rFonts w:asciiTheme="minorHAnsi" w:hAnsiTheme="minorHAnsi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31274D"/>
    <w:pPr>
      <w:ind w:left="660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31274D"/>
    <w:pPr>
      <w:ind w:left="880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31274D"/>
    <w:pPr>
      <w:ind w:left="1100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31274D"/>
    <w:pPr>
      <w:ind w:left="1320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31274D"/>
    <w:pPr>
      <w:ind w:left="1540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31274D"/>
    <w:pPr>
      <w:ind w:left="1760"/>
    </w:pPr>
    <w:rPr>
      <w:rFonts w:asciiTheme="minorHAnsi" w:hAnsiTheme="minorHAnsi"/>
      <w:sz w:val="20"/>
      <w:szCs w:val="20"/>
    </w:rPr>
  </w:style>
  <w:style w:type="character" w:styleId="Nmerodepgina">
    <w:name w:val="page number"/>
    <w:basedOn w:val="Fuentedeprrafopredeter"/>
    <w:rsid w:val="0031274D"/>
  </w:style>
  <w:style w:type="table" w:styleId="Tablaconcuadrcula">
    <w:name w:val="Table Grid"/>
    <w:basedOn w:val="Tablanormal"/>
    <w:rsid w:val="00AE08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ibliografa">
    <w:name w:val="Bibliography"/>
    <w:basedOn w:val="Normal"/>
    <w:next w:val="Normal"/>
    <w:uiPriority w:val="37"/>
    <w:unhideWhenUsed/>
    <w:rsid w:val="002D5F45"/>
    <w:rPr>
      <w:rFonts w:eastAsia="Calibri" w:cs="Times New Roman"/>
      <w:sz w:val="24"/>
    </w:rPr>
  </w:style>
  <w:style w:type="character" w:styleId="Hipervnculo">
    <w:name w:val="Hyperlink"/>
    <w:uiPriority w:val="99"/>
    <w:rsid w:val="00440707"/>
    <w:rPr>
      <w:color w:val="0000FF"/>
      <w:u w:val="single"/>
    </w:rPr>
  </w:style>
  <w:style w:type="paragraph" w:styleId="NormalWeb">
    <w:name w:val="Normal (Web)"/>
    <w:basedOn w:val="Normal"/>
    <w:uiPriority w:val="99"/>
    <w:rsid w:val="00440707"/>
    <w:pPr>
      <w:spacing w:before="100" w:beforeAutospacing="1" w:after="100" w:afterAutospacing="1"/>
    </w:pPr>
    <w:rPr>
      <w:rFonts w:eastAsia="Times New Roman" w:cs="Times New Roman"/>
      <w:sz w:val="20"/>
      <w:szCs w:val="20"/>
      <w:lang w:val="es-ES" w:eastAsia="es-ES"/>
    </w:rPr>
  </w:style>
  <w:style w:type="character" w:customStyle="1" w:styleId="apple-converted-space">
    <w:name w:val="apple-converted-space"/>
    <w:rsid w:val="00440707"/>
  </w:style>
  <w:style w:type="character" w:customStyle="1" w:styleId="watch-video-date">
    <w:name w:val="watch-video-date"/>
    <w:rsid w:val="00440707"/>
  </w:style>
  <w:style w:type="character" w:styleId="CitaHTML">
    <w:name w:val="HTML Cite"/>
    <w:uiPriority w:val="99"/>
    <w:unhideWhenUsed/>
    <w:rsid w:val="00440707"/>
    <w:rPr>
      <w:i/>
      <w:iCs/>
    </w:rPr>
  </w:style>
  <w:style w:type="paragraph" w:styleId="Ttulo">
    <w:name w:val="Title"/>
    <w:basedOn w:val="Normal"/>
    <w:next w:val="Normal"/>
    <w:link w:val="TtuloCar"/>
    <w:rsid w:val="005157A0"/>
    <w:pPr>
      <w:suppressAutoHyphens/>
      <w:spacing w:before="240" w:after="60"/>
      <w:jc w:val="center"/>
    </w:pPr>
    <w:rPr>
      <w:rFonts w:ascii="Cambria" w:eastAsia="Times New Roman" w:hAnsi="Cambria" w:cs="Times New Roman"/>
      <w:b/>
      <w:bCs/>
      <w:kern w:val="1"/>
      <w:sz w:val="32"/>
      <w:szCs w:val="32"/>
      <w:lang w:val="es-ES" w:eastAsia="ar-SA"/>
    </w:rPr>
  </w:style>
  <w:style w:type="character" w:customStyle="1" w:styleId="TtuloCar">
    <w:name w:val="Título Car"/>
    <w:basedOn w:val="Fuentedeprrafopredeter"/>
    <w:link w:val="Ttulo"/>
    <w:rsid w:val="005157A0"/>
    <w:rPr>
      <w:rFonts w:ascii="Cambria" w:eastAsia="Times New Roman" w:hAnsi="Cambria" w:cs="Times New Roman"/>
      <w:b/>
      <w:bCs/>
      <w:kern w:val="1"/>
      <w:sz w:val="32"/>
      <w:szCs w:val="32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B4D5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4D51"/>
    <w:rPr>
      <w:rFonts w:ascii="Arial" w:hAnsi="Arial"/>
      <w:sz w:val="22"/>
    </w:rPr>
  </w:style>
  <w:style w:type="paragraph" w:customStyle="1" w:styleId="TitReferencias">
    <w:name w:val="Tit Referencias"/>
    <w:basedOn w:val="Normal"/>
    <w:link w:val="TitReferenciasCar"/>
    <w:qFormat/>
    <w:rsid w:val="009F72BE"/>
    <w:pPr>
      <w:spacing w:before="5880"/>
      <w:jc w:val="center"/>
    </w:pPr>
    <w:rPr>
      <w:sz w:val="96"/>
    </w:rPr>
  </w:style>
  <w:style w:type="paragraph" w:customStyle="1" w:styleId="ResumenCapitulo">
    <w:name w:val="Resumen Capitulo"/>
    <w:basedOn w:val="Normal"/>
    <w:link w:val="ResumenCapituloCar"/>
    <w:qFormat/>
    <w:rsid w:val="00A416B4"/>
    <w:pPr>
      <w:spacing w:before="240"/>
    </w:pPr>
  </w:style>
  <w:style w:type="character" w:customStyle="1" w:styleId="TitReferenciasCar">
    <w:name w:val="Tit Referencias Car"/>
    <w:basedOn w:val="Fuentedeprrafopredeter"/>
    <w:link w:val="TitReferencias"/>
    <w:rsid w:val="009F72BE"/>
    <w:rPr>
      <w:rFonts w:ascii="Arial" w:hAnsi="Arial"/>
      <w:sz w:val="96"/>
    </w:rPr>
  </w:style>
  <w:style w:type="paragraph" w:customStyle="1" w:styleId="Subcapitulo1">
    <w:name w:val="Subcapitulo 1"/>
    <w:basedOn w:val="Ttulo2"/>
    <w:link w:val="Subcapitulo1Car"/>
    <w:qFormat/>
    <w:rsid w:val="00484AD3"/>
    <w:pPr>
      <w:numPr>
        <w:numId w:val="34"/>
      </w:numPr>
      <w:spacing w:after="240"/>
      <w:ind w:left="357" w:hanging="357"/>
      <w:jc w:val="left"/>
    </w:pPr>
    <w:rPr>
      <w:b/>
    </w:rPr>
  </w:style>
  <w:style w:type="character" w:customStyle="1" w:styleId="ResumenCapituloCar">
    <w:name w:val="Resumen Capitulo Car"/>
    <w:basedOn w:val="Fuentedeprrafopredeter"/>
    <w:link w:val="ResumenCapitulo"/>
    <w:rsid w:val="00A416B4"/>
    <w:rPr>
      <w:rFonts w:ascii="Arial" w:hAnsi="Arial"/>
      <w:sz w:val="22"/>
    </w:rPr>
  </w:style>
  <w:style w:type="paragraph" w:customStyle="1" w:styleId="TituloCapitulo">
    <w:name w:val="Titulo Capitulo"/>
    <w:basedOn w:val="Normal"/>
    <w:link w:val="TituloCapituloCar"/>
    <w:qFormat/>
    <w:rsid w:val="00747B23"/>
    <w:pPr>
      <w:spacing w:before="3360" w:after="2400"/>
      <w:jc w:val="center"/>
    </w:pPr>
    <w:rPr>
      <w:sz w:val="44"/>
    </w:rPr>
  </w:style>
  <w:style w:type="character" w:customStyle="1" w:styleId="Subcapitulo1Car">
    <w:name w:val="Subcapitulo 1 Car"/>
    <w:basedOn w:val="Ttulo2Car"/>
    <w:link w:val="Subcapitulo1"/>
    <w:rsid w:val="00484AD3"/>
    <w:rPr>
      <w:rFonts w:ascii="Arial" w:hAnsi="Arial" w:cs="Arial"/>
      <w:b/>
      <w:sz w:val="28"/>
    </w:rPr>
  </w:style>
  <w:style w:type="paragraph" w:customStyle="1" w:styleId="Figura">
    <w:name w:val="Figura"/>
    <w:basedOn w:val="Normal"/>
    <w:link w:val="FiguraCar"/>
    <w:qFormat/>
    <w:rsid w:val="001702F8"/>
    <w:pPr>
      <w:keepNext/>
      <w:keepLines/>
      <w:jc w:val="center"/>
    </w:pPr>
  </w:style>
  <w:style w:type="character" w:customStyle="1" w:styleId="TituloCapituloCar">
    <w:name w:val="Titulo Capitulo Car"/>
    <w:basedOn w:val="Fuentedeprrafopredeter"/>
    <w:link w:val="TituloCapitulo"/>
    <w:rsid w:val="00747B23"/>
    <w:rPr>
      <w:rFonts w:ascii="Arial" w:hAnsi="Arial"/>
      <w:sz w:val="44"/>
    </w:rPr>
  </w:style>
  <w:style w:type="character" w:customStyle="1" w:styleId="FiguraCar">
    <w:name w:val="Figura Car"/>
    <w:basedOn w:val="Fuentedeprrafopredeter"/>
    <w:link w:val="Figura"/>
    <w:rsid w:val="001702F8"/>
    <w:rPr>
      <w:rFonts w:ascii="Arial" w:hAnsi="Arial"/>
      <w:sz w:val="22"/>
    </w:rPr>
  </w:style>
  <w:style w:type="paragraph" w:customStyle="1" w:styleId="Apartado">
    <w:name w:val="Apartado"/>
    <w:basedOn w:val="Subcapitulo1"/>
    <w:link w:val="ApartadoCar"/>
    <w:qFormat/>
    <w:rsid w:val="00484AD3"/>
    <w:pPr>
      <w:numPr>
        <w:numId w:val="35"/>
      </w:numPr>
      <w:ind w:left="357" w:hanging="357"/>
    </w:pPr>
    <w:rPr>
      <w:sz w:val="24"/>
    </w:rPr>
  </w:style>
  <w:style w:type="paragraph" w:styleId="Tabladeilustraciones">
    <w:name w:val="table of figures"/>
    <w:basedOn w:val="Normal"/>
    <w:next w:val="Normal"/>
    <w:uiPriority w:val="99"/>
    <w:unhideWhenUsed/>
    <w:rsid w:val="009A75C8"/>
  </w:style>
  <w:style w:type="paragraph" w:customStyle="1" w:styleId="Tabla">
    <w:name w:val="Tabla"/>
    <w:basedOn w:val="Normal"/>
    <w:link w:val="TablaCar"/>
    <w:qFormat/>
    <w:rsid w:val="001702F8"/>
  </w:style>
  <w:style w:type="character" w:customStyle="1" w:styleId="ApartadoCar">
    <w:name w:val="Apartado Car"/>
    <w:basedOn w:val="Fuentedeprrafopredeter"/>
    <w:link w:val="Apartado"/>
    <w:rsid w:val="00484AD3"/>
    <w:rPr>
      <w:rFonts w:ascii="Arial" w:hAnsi="Arial" w:cs="Arial"/>
      <w:b/>
    </w:rPr>
  </w:style>
  <w:style w:type="paragraph" w:customStyle="1" w:styleId="Ref-biblio">
    <w:name w:val="Ref-biblio"/>
    <w:basedOn w:val="Normal"/>
    <w:link w:val="Ref-biblioCar"/>
    <w:qFormat/>
    <w:rsid w:val="009E68B0"/>
    <w:pPr>
      <w:ind w:left="720" w:hanging="720"/>
    </w:pPr>
    <w:rPr>
      <w:sz w:val="24"/>
    </w:rPr>
  </w:style>
  <w:style w:type="character" w:customStyle="1" w:styleId="TablaCar">
    <w:name w:val="Tabla Car"/>
    <w:basedOn w:val="Fuentedeprrafopredeter"/>
    <w:link w:val="Tabla"/>
    <w:rsid w:val="001702F8"/>
    <w:rPr>
      <w:rFonts w:ascii="Arial" w:hAnsi="Arial"/>
      <w:sz w:val="22"/>
    </w:rPr>
  </w:style>
  <w:style w:type="paragraph" w:customStyle="1" w:styleId="TitAnexo">
    <w:name w:val="Tit Anexo"/>
    <w:basedOn w:val="TitReferencias"/>
    <w:link w:val="TitAnexoCar"/>
    <w:qFormat/>
    <w:rsid w:val="00AA66CF"/>
  </w:style>
  <w:style w:type="character" w:customStyle="1" w:styleId="Ref-biblioCar">
    <w:name w:val="Ref-biblio Car"/>
    <w:basedOn w:val="Fuentedeprrafopredeter"/>
    <w:link w:val="Ref-biblio"/>
    <w:rsid w:val="009E68B0"/>
    <w:rPr>
      <w:rFonts w:ascii="Arial" w:hAnsi="Arial"/>
    </w:rPr>
  </w:style>
  <w:style w:type="paragraph" w:customStyle="1" w:styleId="TitGeneral">
    <w:name w:val="Tit General"/>
    <w:basedOn w:val="Ttulo1"/>
    <w:link w:val="TitGeneralCar"/>
    <w:qFormat/>
    <w:rsid w:val="008E12F5"/>
    <w:rPr>
      <w:color w:val="auto"/>
    </w:rPr>
  </w:style>
  <w:style w:type="character" w:customStyle="1" w:styleId="TitAnexoCar">
    <w:name w:val="Tit Anexo Car"/>
    <w:basedOn w:val="TituloCapituloCar"/>
    <w:link w:val="TitAnexo"/>
    <w:rsid w:val="00AA66CF"/>
    <w:rPr>
      <w:rFonts w:ascii="Arial" w:hAnsi="Arial"/>
      <w:sz w:val="96"/>
    </w:rPr>
  </w:style>
  <w:style w:type="character" w:customStyle="1" w:styleId="TitGeneralCar">
    <w:name w:val="Tit General Car"/>
    <w:basedOn w:val="Ttulo1Car"/>
    <w:link w:val="TitGeneral"/>
    <w:rsid w:val="008E12F5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ndice1">
    <w:name w:val="index 1"/>
    <w:basedOn w:val="Normal"/>
    <w:next w:val="Normal"/>
    <w:autoRedefine/>
    <w:semiHidden/>
    <w:unhideWhenUsed/>
    <w:rsid w:val="006225EB"/>
    <w:pPr>
      <w:spacing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SIS%20Y%20TESINAS\Formato_Tesina_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Alm00</b:Tag>
    <b:SourceType>Report</b:SourceType>
    <b:Guid>{51366567-9427-46D8-B10F-ED24FBCB8273}</b:Guid>
    <b:Title>Los organismos internacionales y la educación en México, el caso de la educación superior y el banco mundial</b:Title>
    <b:Year>2000</b:Year>
    <b:Author>
      <b:Author>
        <b:NameList>
          <b:Person>
            <b:Last>Maldonado</b:Last>
            <b:First>Alma</b:First>
          </b:Person>
        </b:NameList>
      </b:Author>
    </b:Author>
    <b:City>México</b:City>
    <b:RefOrder>1</b:RefOrder>
  </b:Source>
  <b:Source>
    <b:Tag>Sub08</b:Tag>
    <b:SourceType>Report</b:SourceType>
    <b:Guid>{42F5CB71-E808-499E-A523-30BB99777CB0}</b:Guid>
    <b:Author>
      <b:Author>
        <b:NameList>
          <b:Person>
            <b:Last>básica</b:Last>
            <b:First>Subsecretaria</b:First>
            <b:Middle>de educación</b:Middle>
          </b:Person>
        </b:NameList>
      </b:Author>
    </b:Author>
    <b:Title> Reforma integral de la educación, acciones para la articulación</b:Title>
    <b:Year> 2008</b:Year>
    <b:City>México</b:City>
    <b:RefOrder>2</b:RefOrder>
  </b:Source>
  <b:Source>
    <b:Tag>Alm001</b:Tag>
    <b:SourceType>Book</b:SourceType>
    <b:Guid>{97C00049-50EC-477B-BF24-C1EEFDA4292E}</b:Guid>
    <b:Author>
      <b:Author>
        <b:NameList>
          <b:Person>
            <b:Last>Maldonado</b:Last>
            <b:First>Alma</b:First>
          </b:Person>
        </b:NameList>
      </b:Author>
    </b:Author>
    <b:Title>Los organismos internacionales y la educación en México, el caso de la educación superior y el banco mundial</b:Title>
    <b:Year>2000</b:Year>
    <b:City>México</b:City>
    <b:Publisher>Perfiles educativos</b:Publisher>
    <b:RefOrder>3</b:RefOrder>
  </b:Source>
  <b:Source>
    <b:Tag>Mar09</b:Tag>
    <b:SourceType>DocumentFromInternetSite</b:SourceType>
    <b:Guid>{414749B2-F9CA-44FC-86FA-C8691A2C17D4}</b:Guid>
    <b:Title>www.slideshare.net/doris3m/modelos-pedagogicos</b:Title>
    <b:Year>2009</b:Year>
    <b:InternetSiteTitle>www.slideshare.net/doris3m/modelos-pedagogicos</b:InternetSiteTitle>
    <b:Month>junio</b:Month>
    <b:Day>14</b:Day>
    <b:URL>www.slideshare.net/doris3m/modelos-pedagogicos</b:URL>
    <b:Author>
      <b:Author>
        <b:NameList>
          <b:Person>
            <b:Last>Maria Eugenia Fossi</b:Last>
            <b:First>Doris</b:First>
            <b:Middle>Molero, Liliana Naranja, arlines Rodríguez, Leonora Sánchez</b:Middle>
          </b:Person>
        </b:NameList>
      </b:Author>
    </b:Author>
    <b:RefOrder>4</b:RefOrder>
  </b:Source>
  <b:Source>
    <b:Tag>Yen10</b:Tag>
    <b:SourceType>DocumentFromInternetSite</b:SourceType>
    <b:Guid>{A15917E1-04F2-40E6-B0EB-BBE945A7558B}</b:Guid>
    <b:Author>
      <b:Author>
        <b:NameList>
          <b:Person>
            <b:Last>Salazar</b:Last>
            <b:First>Yenny</b:First>
            <b:Middle>Paola Gutierrez</b:Middle>
          </b:Person>
        </b:NameList>
      </b:Author>
    </b:Author>
    <b:Title>paolilla.over-blog.es/article-modelos-en -educación-un-contraste-entre-la-gestión-y -la pedagogía-52958942.html</b:Title>
    <b:InternetSiteTitle>paolilla.over-blog.es/article-modelos-en -educación-un-contraste-entre-la-gestión-y -la pedagogía-52958942.html</b:InternetSiteTitle>
    <b:Year>2010</b:Year>
    <b:Month>Junio</b:Month>
    <b:Day>10</b:Day>
    <b:URL>paolilla.over-blog.es/article-modelos-en -educación-un-contraste-entre-la-gestión-y -la pedagogía-52958942.html</b:URL>
    <b:RefOrder>5</b:RefOrder>
  </b:Source>
  <b:Source>
    <b:Tag>Fri02</b:Tag>
    <b:SourceType>Book</b:SourceType>
    <b:Guid>{BF2A7B00-B293-4F42-ADC3-F36DAF9DAB8A}</b:Guid>
    <b:Title>Estrategias docentes para un aprendizaje significativo, una interpretación constructivista</b:Title>
    <b:Year>2002</b:Year>
    <b:Author>
      <b:Author>
        <b:NameList>
          <b:Person>
            <b:Last>Frida Díaz Barriga Arceo</b:Last>
            <b:First>Gerardo</b:First>
            <b:Middle>Hernández Rojas</b:Middle>
          </b:Person>
        </b:NameList>
      </b:Author>
    </b:Author>
    <b:City>México</b:City>
    <b:Publisher>McGraw-Hill  interamericana</b:Publisher>
    <b:RefOrder>6</b:RefOrder>
  </b:Source>
</b:Sources>
</file>

<file path=customXml/itemProps1.xml><?xml version="1.0" encoding="utf-8"?>
<ds:datastoreItem xmlns:ds="http://schemas.openxmlformats.org/officeDocument/2006/customXml" ds:itemID="{870F1BFC-045D-4437-A728-C5F78313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Formato_Tesina_2020</Template>
  <TotalTime>174</TotalTime>
  <Pages>1</Pages>
  <Words>1608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Agarces</dc:creator>
  <cp:keywords/>
  <cp:lastModifiedBy>COMUNICACION</cp:lastModifiedBy>
  <cp:revision>38</cp:revision>
  <cp:lastPrinted>2022-01-28T19:25:00Z</cp:lastPrinted>
  <dcterms:created xsi:type="dcterms:W3CDTF">2020-04-17T14:09:00Z</dcterms:created>
  <dcterms:modified xsi:type="dcterms:W3CDTF">2022-01-28T21:36:00Z</dcterms:modified>
</cp:coreProperties>
</file>